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95D" w:rsidRPr="00DD56D4" w:rsidRDefault="009F795D" w:rsidP="004F13D0">
      <w:pPr>
        <w:pStyle w:val="ConsPlusNormal"/>
        <w:ind w:left="1077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D56D4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30A5F" w:rsidRPr="00DD56D4">
        <w:rPr>
          <w:rFonts w:ascii="Times New Roman" w:hAnsi="Times New Roman" w:cs="Times New Roman"/>
          <w:sz w:val="28"/>
          <w:szCs w:val="28"/>
        </w:rPr>
        <w:t>1</w:t>
      </w:r>
      <w:r w:rsidR="004B75EE" w:rsidRPr="00DD56D4">
        <w:rPr>
          <w:rFonts w:ascii="Times New Roman" w:hAnsi="Times New Roman" w:cs="Times New Roman"/>
          <w:sz w:val="28"/>
          <w:szCs w:val="28"/>
        </w:rPr>
        <w:t>0</w:t>
      </w:r>
    </w:p>
    <w:p w:rsidR="009F795D" w:rsidRPr="00DD56D4" w:rsidRDefault="009F795D" w:rsidP="004F13D0">
      <w:pPr>
        <w:pStyle w:val="ConsPlusNormal"/>
        <w:ind w:left="1077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D56D4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:rsidR="009F795D" w:rsidRPr="00DD56D4" w:rsidRDefault="009F795D" w:rsidP="004F13D0">
      <w:pPr>
        <w:pStyle w:val="ConsPlusNormal"/>
        <w:ind w:left="10773"/>
        <w:jc w:val="center"/>
        <w:rPr>
          <w:rFonts w:ascii="Times New Roman" w:hAnsi="Times New Roman" w:cs="Times New Roman"/>
          <w:sz w:val="28"/>
          <w:szCs w:val="28"/>
        </w:rPr>
      </w:pPr>
      <w:r w:rsidRPr="00DD56D4">
        <w:rPr>
          <w:rFonts w:ascii="Times New Roman" w:hAnsi="Times New Roman" w:cs="Times New Roman"/>
          <w:sz w:val="28"/>
          <w:szCs w:val="28"/>
        </w:rPr>
        <w:t>Удмуртской Республики</w:t>
      </w:r>
    </w:p>
    <w:p w:rsidR="009F795D" w:rsidRPr="00DD56D4" w:rsidRDefault="009F795D" w:rsidP="004F13D0">
      <w:pPr>
        <w:pStyle w:val="ConsPlusNormal"/>
        <w:ind w:left="10773"/>
        <w:jc w:val="center"/>
        <w:rPr>
          <w:rFonts w:ascii="Times New Roman" w:hAnsi="Times New Roman" w:cs="Times New Roman"/>
          <w:sz w:val="28"/>
          <w:szCs w:val="28"/>
        </w:rPr>
      </w:pPr>
      <w:r w:rsidRPr="00DD56D4">
        <w:rPr>
          <w:rFonts w:ascii="Times New Roman" w:hAnsi="Times New Roman" w:cs="Times New Roman"/>
          <w:sz w:val="28"/>
          <w:szCs w:val="28"/>
        </w:rPr>
        <w:t>от «_</w:t>
      </w:r>
      <w:proofErr w:type="gramStart"/>
      <w:r w:rsidRPr="00DD56D4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DD56D4">
        <w:rPr>
          <w:rFonts w:ascii="Times New Roman" w:hAnsi="Times New Roman" w:cs="Times New Roman"/>
          <w:sz w:val="28"/>
          <w:szCs w:val="28"/>
        </w:rPr>
        <w:t>_____ 202</w:t>
      </w:r>
      <w:r w:rsidR="00B32CF0" w:rsidRPr="00DD56D4">
        <w:rPr>
          <w:rFonts w:ascii="Times New Roman" w:hAnsi="Times New Roman" w:cs="Times New Roman"/>
          <w:sz w:val="28"/>
          <w:szCs w:val="28"/>
        </w:rPr>
        <w:t>1</w:t>
      </w:r>
      <w:r w:rsidRPr="00DD56D4">
        <w:rPr>
          <w:rFonts w:ascii="Times New Roman" w:hAnsi="Times New Roman" w:cs="Times New Roman"/>
          <w:sz w:val="28"/>
          <w:szCs w:val="28"/>
        </w:rPr>
        <w:t xml:space="preserve"> года № __</w:t>
      </w:r>
    </w:p>
    <w:p w:rsidR="009F795D" w:rsidRPr="00DD56D4" w:rsidRDefault="009F795D" w:rsidP="004F13D0">
      <w:pPr>
        <w:spacing w:after="0" w:line="240" w:lineRule="auto"/>
        <w:ind w:left="12036"/>
        <w:jc w:val="center"/>
        <w:rPr>
          <w:rFonts w:ascii="Times New Roman" w:hAnsi="Times New Roman"/>
          <w:sz w:val="28"/>
          <w:szCs w:val="28"/>
        </w:rPr>
      </w:pPr>
    </w:p>
    <w:p w:rsidR="009F795D" w:rsidRPr="00DD56D4" w:rsidRDefault="009F795D" w:rsidP="004F13D0">
      <w:pPr>
        <w:spacing w:after="0" w:line="240" w:lineRule="auto"/>
        <w:ind w:left="10773"/>
        <w:jc w:val="center"/>
        <w:rPr>
          <w:rFonts w:ascii="Times New Roman" w:hAnsi="Times New Roman"/>
          <w:sz w:val="28"/>
          <w:szCs w:val="28"/>
        </w:rPr>
      </w:pPr>
      <w:r w:rsidRPr="00DD56D4">
        <w:rPr>
          <w:rFonts w:ascii="Times New Roman" w:hAnsi="Times New Roman"/>
          <w:sz w:val="28"/>
          <w:szCs w:val="28"/>
        </w:rPr>
        <w:t>«Приложение 1</w:t>
      </w:r>
      <w:r w:rsidR="00C30A4F" w:rsidRPr="00DD56D4">
        <w:rPr>
          <w:rFonts w:ascii="Times New Roman" w:hAnsi="Times New Roman"/>
          <w:sz w:val="28"/>
          <w:szCs w:val="28"/>
        </w:rPr>
        <w:t>4</w:t>
      </w:r>
      <w:r w:rsidRPr="00DD56D4">
        <w:rPr>
          <w:rFonts w:ascii="Times New Roman" w:hAnsi="Times New Roman"/>
          <w:sz w:val="28"/>
          <w:szCs w:val="28"/>
        </w:rPr>
        <w:t>»</w:t>
      </w:r>
    </w:p>
    <w:p w:rsidR="009F795D" w:rsidRPr="00DD56D4" w:rsidRDefault="009F795D" w:rsidP="004F13D0">
      <w:pPr>
        <w:spacing w:after="0" w:line="240" w:lineRule="auto"/>
        <w:ind w:left="10620"/>
        <w:jc w:val="center"/>
        <w:rPr>
          <w:rFonts w:ascii="Times New Roman" w:hAnsi="Times New Roman"/>
          <w:sz w:val="28"/>
          <w:szCs w:val="28"/>
        </w:rPr>
      </w:pPr>
      <w:r w:rsidRPr="00DD56D4">
        <w:rPr>
          <w:rFonts w:ascii="Times New Roman" w:hAnsi="Times New Roman"/>
          <w:sz w:val="28"/>
          <w:szCs w:val="28"/>
        </w:rPr>
        <w:t>к государственной программе Удмуртской Республики</w:t>
      </w:r>
    </w:p>
    <w:p w:rsidR="009F795D" w:rsidRPr="00DD56D4" w:rsidRDefault="009F795D" w:rsidP="004F13D0">
      <w:pPr>
        <w:spacing w:after="0" w:line="240" w:lineRule="auto"/>
        <w:ind w:left="10620"/>
        <w:jc w:val="center"/>
        <w:rPr>
          <w:rFonts w:ascii="Times New Roman" w:hAnsi="Times New Roman"/>
          <w:sz w:val="28"/>
          <w:szCs w:val="28"/>
        </w:rPr>
      </w:pPr>
      <w:r w:rsidRPr="00DD56D4">
        <w:rPr>
          <w:rFonts w:ascii="Times New Roman" w:hAnsi="Times New Roman"/>
          <w:sz w:val="28"/>
          <w:szCs w:val="28"/>
        </w:rPr>
        <w:t>«Доступная среда»</w:t>
      </w:r>
    </w:p>
    <w:p w:rsidR="009F795D" w:rsidRPr="00DD56D4" w:rsidRDefault="009F795D" w:rsidP="006A479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30A4F" w:rsidRPr="00DD56D4" w:rsidRDefault="006A4790" w:rsidP="006A4790">
      <w:pPr>
        <w:pStyle w:val="ConsPlusNormal"/>
        <w:jc w:val="center"/>
        <w:outlineLvl w:val="1"/>
        <w:rPr>
          <w:rFonts w:ascii="Times New Roman" w:hAnsi="Times New Roman" w:cs="Times New Roman"/>
          <w:b/>
          <w:szCs w:val="22"/>
        </w:rPr>
      </w:pPr>
      <w:r w:rsidRPr="00DD56D4">
        <w:rPr>
          <w:rFonts w:ascii="Times New Roman" w:hAnsi="Times New Roman" w:cs="Times New Roman"/>
          <w:b/>
          <w:szCs w:val="22"/>
        </w:rPr>
        <w:t>П</w:t>
      </w:r>
      <w:r w:rsidR="00C30A4F" w:rsidRPr="00DD56D4">
        <w:rPr>
          <w:rFonts w:ascii="Times New Roman" w:hAnsi="Times New Roman" w:cs="Times New Roman"/>
          <w:b/>
          <w:szCs w:val="22"/>
        </w:rPr>
        <w:t>ЛАН</w:t>
      </w:r>
      <w:r w:rsidRPr="00DD56D4">
        <w:rPr>
          <w:rFonts w:ascii="Times New Roman" w:hAnsi="Times New Roman" w:cs="Times New Roman"/>
          <w:b/>
          <w:szCs w:val="22"/>
        </w:rPr>
        <w:t xml:space="preserve"> </w:t>
      </w:r>
    </w:p>
    <w:p w:rsidR="00C30A4F" w:rsidRPr="00DD56D4" w:rsidRDefault="006A4790" w:rsidP="00C30A4F">
      <w:pPr>
        <w:pStyle w:val="ConsPlusNormal"/>
        <w:jc w:val="center"/>
        <w:outlineLvl w:val="1"/>
        <w:rPr>
          <w:rFonts w:ascii="Times New Roman" w:hAnsi="Times New Roman" w:cs="Times New Roman"/>
          <w:b/>
          <w:szCs w:val="22"/>
        </w:rPr>
      </w:pPr>
      <w:r w:rsidRPr="00DD56D4">
        <w:rPr>
          <w:rFonts w:ascii="Times New Roman" w:hAnsi="Times New Roman" w:cs="Times New Roman"/>
          <w:b/>
          <w:szCs w:val="22"/>
        </w:rPr>
        <w:t>реализации мероприятий</w:t>
      </w:r>
      <w:r w:rsidR="00C30A4F" w:rsidRPr="00DD56D4">
        <w:rPr>
          <w:rFonts w:ascii="Times New Roman" w:hAnsi="Times New Roman" w:cs="Times New Roman"/>
          <w:b/>
          <w:szCs w:val="22"/>
        </w:rPr>
        <w:t xml:space="preserve"> </w:t>
      </w:r>
      <w:r w:rsidR="00EF47F8" w:rsidRPr="00DD56D4">
        <w:rPr>
          <w:rFonts w:ascii="Times New Roman" w:hAnsi="Times New Roman" w:cs="Times New Roman"/>
          <w:b/>
          <w:szCs w:val="22"/>
        </w:rPr>
        <w:t xml:space="preserve">подпрограммы </w:t>
      </w:r>
    </w:p>
    <w:p w:rsidR="00C30A4F" w:rsidRPr="00DD56D4" w:rsidRDefault="00EF47F8" w:rsidP="00C30A4F">
      <w:pPr>
        <w:pStyle w:val="ConsPlusNormal"/>
        <w:jc w:val="center"/>
        <w:outlineLvl w:val="1"/>
        <w:rPr>
          <w:rFonts w:ascii="Times New Roman" w:hAnsi="Times New Roman" w:cs="Times New Roman"/>
          <w:b/>
          <w:szCs w:val="22"/>
        </w:rPr>
      </w:pPr>
      <w:r w:rsidRPr="00DD56D4">
        <w:rPr>
          <w:rFonts w:ascii="Times New Roman" w:hAnsi="Times New Roman" w:cs="Times New Roman"/>
          <w:b/>
          <w:szCs w:val="22"/>
        </w:rPr>
        <w:t xml:space="preserve">«Совершенствование системы комплексной реабилитации и </w:t>
      </w:r>
      <w:proofErr w:type="spellStart"/>
      <w:r w:rsidRPr="00DD56D4">
        <w:rPr>
          <w:rFonts w:ascii="Times New Roman" w:hAnsi="Times New Roman" w:cs="Times New Roman"/>
          <w:b/>
          <w:szCs w:val="22"/>
        </w:rPr>
        <w:t>абилитации</w:t>
      </w:r>
      <w:proofErr w:type="spellEnd"/>
      <w:r w:rsidRPr="00DD56D4">
        <w:rPr>
          <w:rFonts w:ascii="Times New Roman" w:hAnsi="Times New Roman" w:cs="Times New Roman"/>
          <w:b/>
          <w:szCs w:val="22"/>
        </w:rPr>
        <w:t xml:space="preserve"> инвалидов» </w:t>
      </w:r>
    </w:p>
    <w:p w:rsidR="00EF47F8" w:rsidRPr="00DD56D4" w:rsidRDefault="00EF47F8" w:rsidP="00C30A4F">
      <w:pPr>
        <w:pStyle w:val="ConsPlusNormal"/>
        <w:jc w:val="center"/>
        <w:outlineLvl w:val="1"/>
        <w:rPr>
          <w:rFonts w:ascii="Times New Roman" w:hAnsi="Times New Roman" w:cs="Times New Roman"/>
          <w:b/>
          <w:szCs w:val="22"/>
        </w:rPr>
      </w:pPr>
      <w:r w:rsidRPr="00DD56D4">
        <w:rPr>
          <w:rFonts w:ascii="Times New Roman" w:hAnsi="Times New Roman" w:cs="Times New Roman"/>
          <w:b/>
          <w:szCs w:val="22"/>
        </w:rPr>
        <w:t>государственной программы Удмуртской Республики «Доступная среда»</w:t>
      </w:r>
    </w:p>
    <w:p w:rsidR="006A4790" w:rsidRPr="00DD56D4" w:rsidRDefault="006A4790" w:rsidP="006A4790">
      <w:pPr>
        <w:pStyle w:val="ConsPlusNormal"/>
        <w:jc w:val="center"/>
        <w:outlineLvl w:val="1"/>
        <w:rPr>
          <w:rFonts w:ascii="Times New Roman" w:hAnsi="Times New Roman" w:cs="Times New Roman"/>
          <w:b/>
          <w:szCs w:val="22"/>
        </w:rPr>
      </w:pPr>
      <w:r w:rsidRPr="00DD56D4">
        <w:rPr>
          <w:rFonts w:ascii="Times New Roman" w:hAnsi="Times New Roman" w:cs="Times New Roman"/>
          <w:b/>
          <w:szCs w:val="22"/>
        </w:rPr>
        <w:t xml:space="preserve">на </w:t>
      </w:r>
      <w:r w:rsidR="00EF47F8" w:rsidRPr="00DD56D4">
        <w:rPr>
          <w:rFonts w:ascii="Times New Roman" w:hAnsi="Times New Roman" w:cs="Times New Roman"/>
          <w:b/>
          <w:szCs w:val="22"/>
        </w:rPr>
        <w:t>202</w:t>
      </w:r>
      <w:r w:rsidR="00A452A5" w:rsidRPr="00DD56D4">
        <w:rPr>
          <w:rFonts w:ascii="Times New Roman" w:hAnsi="Times New Roman" w:cs="Times New Roman"/>
          <w:b/>
          <w:szCs w:val="22"/>
        </w:rPr>
        <w:t>2</w:t>
      </w:r>
      <w:r w:rsidR="00EF47F8" w:rsidRPr="00DD56D4">
        <w:rPr>
          <w:rFonts w:ascii="Times New Roman" w:hAnsi="Times New Roman" w:cs="Times New Roman"/>
          <w:b/>
          <w:szCs w:val="22"/>
        </w:rPr>
        <w:t xml:space="preserve"> </w:t>
      </w:r>
      <w:r w:rsidR="00F530E9" w:rsidRPr="00DD56D4">
        <w:rPr>
          <w:rFonts w:ascii="Times New Roman" w:hAnsi="Times New Roman" w:cs="Times New Roman"/>
          <w:b/>
          <w:szCs w:val="22"/>
        </w:rPr>
        <w:t>год</w:t>
      </w:r>
    </w:p>
    <w:p w:rsidR="006A4790" w:rsidRPr="00DD56D4" w:rsidRDefault="006A4790" w:rsidP="006A4790">
      <w:pPr>
        <w:pStyle w:val="ConsPlusNormal"/>
        <w:tabs>
          <w:tab w:val="left" w:pos="5157"/>
          <w:tab w:val="left" w:pos="6078"/>
        </w:tabs>
        <w:jc w:val="both"/>
        <w:outlineLvl w:val="1"/>
        <w:rPr>
          <w:rFonts w:ascii="Times New Roman" w:hAnsi="Times New Roman" w:cs="Times New Roman"/>
          <w:szCs w:val="22"/>
        </w:rPr>
      </w:pPr>
    </w:p>
    <w:tbl>
      <w:tblPr>
        <w:tblStyle w:val="a3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49"/>
        <w:gridCol w:w="3546"/>
        <w:gridCol w:w="2544"/>
        <w:gridCol w:w="1560"/>
        <w:gridCol w:w="3404"/>
        <w:gridCol w:w="3549"/>
      </w:tblGrid>
      <w:tr w:rsidR="009F795D" w:rsidRPr="00DD56D4" w:rsidTr="00647674">
        <w:trPr>
          <w:tblHeader/>
        </w:trPr>
        <w:tc>
          <w:tcPr>
            <w:tcW w:w="849" w:type="dxa"/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3546" w:type="dxa"/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 xml:space="preserve">Номер и наименование мероприятия (согласно перечню мероприятий региональной программы), а также </w:t>
            </w:r>
          </w:p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мероприятий</w:t>
            </w:r>
          </w:p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в рамках его реализации (при наличии)</w:t>
            </w:r>
          </w:p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44" w:type="dxa"/>
          </w:tcPr>
          <w:p w:rsidR="009F795D" w:rsidRPr="00DD56D4" w:rsidRDefault="009F795D" w:rsidP="00B356ED">
            <w:pPr>
              <w:pStyle w:val="ConsPlusNormal"/>
              <w:tabs>
                <w:tab w:val="left" w:pos="6078"/>
              </w:tabs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Ответственные исполнители мероприятия</w:t>
            </w:r>
          </w:p>
          <w:p w:rsidR="009F795D" w:rsidRPr="00DD56D4" w:rsidRDefault="009F795D" w:rsidP="00B356ED">
            <w:pPr>
              <w:pStyle w:val="ConsPlusNormal"/>
              <w:tabs>
                <w:tab w:val="left" w:pos="6078"/>
              </w:tabs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Срок реализации мероприятия/ дата наступления контрольного события</w:t>
            </w:r>
          </w:p>
        </w:tc>
        <w:tc>
          <w:tcPr>
            <w:tcW w:w="3404" w:type="dxa"/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Проблема, на решение которой направлена реализация  мероприятия (краткое обоснование необходимости реализации мероприятия)</w:t>
            </w:r>
          </w:p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3549" w:type="dxa"/>
            <w:tcBorders>
              <w:right w:val="single" w:sz="4" w:space="0" w:color="auto"/>
            </w:tcBorders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Ожидаемые результаты реализации мероприятия/ наступления контрольного события</w:t>
            </w:r>
          </w:p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F795D" w:rsidRPr="00DD56D4" w:rsidTr="00647674">
        <w:trPr>
          <w:tblHeader/>
        </w:trPr>
        <w:tc>
          <w:tcPr>
            <w:tcW w:w="849" w:type="dxa"/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546" w:type="dxa"/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2544" w:type="dxa"/>
          </w:tcPr>
          <w:p w:rsidR="009F795D" w:rsidRPr="00DD56D4" w:rsidRDefault="009F795D" w:rsidP="00B356ED">
            <w:pPr>
              <w:pStyle w:val="ConsPlusNormal"/>
              <w:tabs>
                <w:tab w:val="left" w:pos="6078"/>
              </w:tabs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560" w:type="dxa"/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3404" w:type="dxa"/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3549" w:type="dxa"/>
            <w:tcBorders>
              <w:right w:val="single" w:sz="4" w:space="0" w:color="auto"/>
            </w:tcBorders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6</w:t>
            </w:r>
          </w:p>
        </w:tc>
      </w:tr>
      <w:tr w:rsidR="009F795D" w:rsidRPr="00DD56D4" w:rsidTr="009F795D">
        <w:tc>
          <w:tcPr>
            <w:tcW w:w="849" w:type="dxa"/>
          </w:tcPr>
          <w:p w:rsidR="009F795D" w:rsidRPr="00DD56D4" w:rsidRDefault="009F795D" w:rsidP="008C1D60">
            <w:pPr>
              <w:pStyle w:val="ConsPlusNormal"/>
              <w:numPr>
                <w:ilvl w:val="0"/>
                <w:numId w:val="1"/>
              </w:numPr>
              <w:tabs>
                <w:tab w:val="left" w:pos="34"/>
                <w:tab w:val="left" w:pos="6078"/>
              </w:tabs>
              <w:ind w:hanging="720"/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6" w:type="dxa"/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 xml:space="preserve">39.2.03. Определение потребности инвалидов, в том числе детей-инвалидов, в реабилитационных и </w:t>
            </w:r>
            <w:proofErr w:type="spellStart"/>
            <w:r w:rsidRPr="00DD56D4">
              <w:rPr>
                <w:rFonts w:ascii="Times New Roman" w:hAnsi="Times New Roman" w:cs="Times New Roman"/>
                <w:szCs w:val="22"/>
              </w:rPr>
              <w:t>абилитационных</w:t>
            </w:r>
            <w:proofErr w:type="spellEnd"/>
            <w:r w:rsidRPr="00DD56D4">
              <w:rPr>
                <w:rFonts w:ascii="Times New Roman" w:hAnsi="Times New Roman" w:cs="Times New Roman"/>
                <w:szCs w:val="22"/>
              </w:rPr>
              <w:t xml:space="preserve"> услугах, услугах ранней помощи, получении услуг в рамках сопровождаемого </w:t>
            </w:r>
            <w:proofErr w:type="spellStart"/>
            <w:r w:rsidRPr="00DD56D4">
              <w:rPr>
                <w:rFonts w:ascii="Times New Roman" w:hAnsi="Times New Roman" w:cs="Times New Roman"/>
                <w:szCs w:val="22"/>
              </w:rPr>
              <w:t>с</w:t>
            </w:r>
            <w:r w:rsidR="00106EC3" w:rsidRPr="00DD56D4">
              <w:rPr>
                <w:rFonts w:ascii="Times New Roman" w:hAnsi="Times New Roman" w:cs="Times New Roman"/>
                <w:szCs w:val="22"/>
              </w:rPr>
              <w:t>о</w:t>
            </w:r>
            <w:r w:rsidRPr="00DD56D4">
              <w:rPr>
                <w:rFonts w:ascii="Times New Roman" w:hAnsi="Times New Roman" w:cs="Times New Roman"/>
                <w:szCs w:val="22"/>
              </w:rPr>
              <w:t>проживания</w:t>
            </w:r>
            <w:proofErr w:type="spellEnd"/>
            <w:r w:rsidRPr="00DD56D4">
              <w:rPr>
                <w:rFonts w:ascii="Times New Roman" w:hAnsi="Times New Roman" w:cs="Times New Roman"/>
                <w:szCs w:val="22"/>
              </w:rPr>
              <w:t xml:space="preserve"> в субъекте Российской Федерации</w:t>
            </w:r>
          </w:p>
        </w:tc>
        <w:tc>
          <w:tcPr>
            <w:tcW w:w="2544" w:type="dxa"/>
          </w:tcPr>
          <w:p w:rsidR="00106EC3" w:rsidRPr="00DD56D4" w:rsidRDefault="00E82994" w:rsidP="00B356ED">
            <w:pPr>
              <w:pStyle w:val="ConsPlusNormal"/>
              <w:tabs>
                <w:tab w:val="left" w:pos="6078"/>
              </w:tabs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 xml:space="preserve">Министерство </w:t>
            </w:r>
            <w:r w:rsidR="00106EC3" w:rsidRPr="00DD56D4">
              <w:rPr>
                <w:rFonts w:ascii="Times New Roman" w:hAnsi="Times New Roman" w:cs="Times New Roman"/>
                <w:szCs w:val="22"/>
              </w:rPr>
              <w:t xml:space="preserve">социальной политики и труда Удмуртской Республики, </w:t>
            </w:r>
            <w:r w:rsidR="00106EC3" w:rsidRPr="00DD56D4">
              <w:rPr>
                <w:rFonts w:ascii="Times New Roman" w:hAnsi="Times New Roman" w:cs="Times New Roman"/>
                <w:szCs w:val="22"/>
              </w:rPr>
              <w:br/>
            </w:r>
            <w:r w:rsidRPr="00DD56D4">
              <w:rPr>
                <w:rFonts w:ascii="Times New Roman" w:hAnsi="Times New Roman" w:cs="Times New Roman"/>
                <w:szCs w:val="22"/>
              </w:rPr>
              <w:t>Министерство</w:t>
            </w:r>
            <w:r w:rsidR="00106EC3" w:rsidRPr="00DD56D4">
              <w:rPr>
                <w:rFonts w:ascii="Times New Roman" w:hAnsi="Times New Roman" w:cs="Times New Roman"/>
                <w:szCs w:val="22"/>
              </w:rPr>
              <w:t xml:space="preserve"> образования и науки Удмуртской Республики, </w:t>
            </w:r>
            <w:r w:rsidR="00106EC3" w:rsidRPr="00DD56D4">
              <w:rPr>
                <w:rFonts w:ascii="Times New Roman" w:hAnsi="Times New Roman" w:cs="Times New Roman"/>
                <w:szCs w:val="22"/>
              </w:rPr>
              <w:br/>
            </w:r>
            <w:r w:rsidRPr="00DD56D4">
              <w:rPr>
                <w:rFonts w:ascii="Times New Roman" w:hAnsi="Times New Roman" w:cs="Times New Roman"/>
                <w:szCs w:val="22"/>
              </w:rPr>
              <w:lastRenderedPageBreak/>
              <w:t>Министерство</w:t>
            </w:r>
            <w:r w:rsidR="00106EC3" w:rsidRPr="00DD56D4">
              <w:rPr>
                <w:rFonts w:ascii="Times New Roman" w:hAnsi="Times New Roman" w:cs="Times New Roman"/>
                <w:szCs w:val="22"/>
              </w:rPr>
              <w:t xml:space="preserve"> здравоохранения Удмуртской Республики, </w:t>
            </w:r>
          </w:p>
          <w:p w:rsidR="00106EC3" w:rsidRPr="00DD56D4" w:rsidRDefault="00E82994" w:rsidP="00B356ED">
            <w:pPr>
              <w:pStyle w:val="ConsPlusNormal"/>
              <w:tabs>
                <w:tab w:val="left" w:pos="6078"/>
              </w:tabs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Министерство</w:t>
            </w:r>
            <w:r w:rsidR="00106EC3" w:rsidRPr="00DD56D4">
              <w:rPr>
                <w:rFonts w:ascii="Times New Roman" w:hAnsi="Times New Roman" w:cs="Times New Roman"/>
                <w:szCs w:val="22"/>
              </w:rPr>
              <w:t xml:space="preserve"> по физической культуре, спорту и молодежной политике Удмуртской Республики;</w:t>
            </w:r>
          </w:p>
          <w:p w:rsidR="00106EC3" w:rsidRPr="00DD56D4" w:rsidRDefault="00E82994" w:rsidP="00B356ED">
            <w:pPr>
              <w:pStyle w:val="ConsPlusNormal"/>
              <w:tabs>
                <w:tab w:val="left" w:pos="6078"/>
              </w:tabs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Министерство</w:t>
            </w:r>
            <w:r w:rsidR="00106EC3" w:rsidRPr="00DD56D4">
              <w:rPr>
                <w:rFonts w:ascii="Times New Roman" w:hAnsi="Times New Roman" w:cs="Times New Roman"/>
                <w:szCs w:val="22"/>
              </w:rPr>
              <w:t xml:space="preserve"> культуры Удмуртской Республики</w:t>
            </w:r>
          </w:p>
          <w:p w:rsidR="009F795D" w:rsidRPr="00DD56D4" w:rsidRDefault="009F795D" w:rsidP="00B356ED">
            <w:pPr>
              <w:pStyle w:val="ConsPlusNormal"/>
              <w:tabs>
                <w:tab w:val="left" w:pos="6078"/>
              </w:tabs>
              <w:outlineLvl w:val="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9F795D" w:rsidRPr="00DD56D4" w:rsidRDefault="009F795D" w:rsidP="00D11DAE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lastRenderedPageBreak/>
              <w:t>31.12.202</w:t>
            </w:r>
            <w:r w:rsidR="00D11DAE" w:rsidRPr="00DD56D4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3404" w:type="dxa"/>
          </w:tcPr>
          <w:p w:rsidR="009F795D" w:rsidRPr="00DD56D4" w:rsidRDefault="009F795D" w:rsidP="00E941CD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 xml:space="preserve">Повышение уровня обеспеченности инвалидов, в том числе детей-инвалидов, реабилитационными и </w:t>
            </w:r>
            <w:proofErr w:type="spellStart"/>
            <w:r w:rsidRPr="00DD56D4">
              <w:rPr>
                <w:rFonts w:ascii="Times New Roman" w:hAnsi="Times New Roman" w:cs="Times New Roman"/>
                <w:szCs w:val="22"/>
              </w:rPr>
              <w:t>абилитационными</w:t>
            </w:r>
            <w:proofErr w:type="spellEnd"/>
            <w:r w:rsidRPr="00DD56D4">
              <w:rPr>
                <w:rFonts w:ascii="Times New Roman" w:hAnsi="Times New Roman" w:cs="Times New Roman"/>
                <w:szCs w:val="22"/>
              </w:rPr>
              <w:t xml:space="preserve"> услугами, ранней помощью, а также уровня профессионального развития и занятости, включая содействие </w:t>
            </w:r>
            <w:r w:rsidRPr="00DD56D4">
              <w:rPr>
                <w:rFonts w:ascii="Times New Roman" w:hAnsi="Times New Roman" w:cs="Times New Roman"/>
                <w:szCs w:val="22"/>
              </w:rPr>
              <w:lastRenderedPageBreak/>
              <w:t>занятости, инвалидов, в том числе детей-инвалидов</w:t>
            </w:r>
            <w:r w:rsidR="009A373E" w:rsidRPr="00DD56D4">
              <w:rPr>
                <w:rFonts w:ascii="Times New Roman" w:hAnsi="Times New Roman" w:cs="Times New Roman"/>
                <w:szCs w:val="22"/>
              </w:rPr>
              <w:t>, в Удмуртской Республике</w:t>
            </w:r>
          </w:p>
        </w:tc>
        <w:tc>
          <w:tcPr>
            <w:tcW w:w="3549" w:type="dxa"/>
            <w:tcBorders>
              <w:right w:val="single" w:sz="4" w:space="0" w:color="auto"/>
            </w:tcBorders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lastRenderedPageBreak/>
              <w:t xml:space="preserve">39.2.1 доля инвалидов, в отношении которых осуществлялись мероприятия по реабилитации и (или) </w:t>
            </w:r>
            <w:proofErr w:type="spellStart"/>
            <w:r w:rsidRPr="00DD56D4">
              <w:rPr>
                <w:rFonts w:ascii="Times New Roman" w:hAnsi="Times New Roman" w:cs="Times New Roman"/>
                <w:szCs w:val="22"/>
              </w:rPr>
              <w:t>абилитации</w:t>
            </w:r>
            <w:proofErr w:type="spellEnd"/>
            <w:r w:rsidRPr="00DD56D4">
              <w:rPr>
                <w:rFonts w:ascii="Times New Roman" w:hAnsi="Times New Roman" w:cs="Times New Roman"/>
                <w:szCs w:val="22"/>
              </w:rPr>
              <w:t xml:space="preserve">, в общей численности инвалидов в Удмуртской Республике, имеющих такие рекомендации в индивидуальной программе </w:t>
            </w:r>
            <w:r w:rsidRPr="00DD56D4">
              <w:rPr>
                <w:rFonts w:ascii="Times New Roman" w:hAnsi="Times New Roman" w:cs="Times New Roman"/>
                <w:szCs w:val="22"/>
              </w:rPr>
              <w:lastRenderedPageBreak/>
              <w:t xml:space="preserve">реабилитации или </w:t>
            </w:r>
            <w:proofErr w:type="spellStart"/>
            <w:r w:rsidRPr="00DD56D4">
              <w:rPr>
                <w:rFonts w:ascii="Times New Roman" w:hAnsi="Times New Roman" w:cs="Times New Roman"/>
                <w:szCs w:val="22"/>
              </w:rPr>
              <w:t>абилитации</w:t>
            </w:r>
            <w:proofErr w:type="spellEnd"/>
            <w:r w:rsidRPr="00DD56D4">
              <w:rPr>
                <w:rFonts w:ascii="Times New Roman" w:hAnsi="Times New Roman" w:cs="Times New Roman"/>
                <w:szCs w:val="22"/>
              </w:rPr>
              <w:t xml:space="preserve"> (взрослые) – </w:t>
            </w:r>
            <w:r w:rsidR="00D15874" w:rsidRPr="00DD56D4">
              <w:rPr>
                <w:rFonts w:ascii="Times New Roman" w:hAnsi="Times New Roman" w:cs="Times New Roman"/>
                <w:szCs w:val="22"/>
              </w:rPr>
              <w:t>80</w:t>
            </w:r>
            <w:r w:rsidRPr="00DD56D4">
              <w:rPr>
                <w:rFonts w:ascii="Times New Roman" w:hAnsi="Times New Roman" w:cs="Times New Roman"/>
                <w:szCs w:val="22"/>
              </w:rPr>
              <w:t>,</w:t>
            </w:r>
            <w:r w:rsidR="00D15874" w:rsidRPr="00DD56D4">
              <w:rPr>
                <w:rFonts w:ascii="Times New Roman" w:hAnsi="Times New Roman" w:cs="Times New Roman"/>
                <w:szCs w:val="22"/>
              </w:rPr>
              <w:t>0</w:t>
            </w:r>
            <w:r w:rsidRPr="00DD56D4">
              <w:rPr>
                <w:rFonts w:ascii="Times New Roman" w:hAnsi="Times New Roman" w:cs="Times New Roman"/>
                <w:szCs w:val="22"/>
              </w:rPr>
              <w:t>%;</w:t>
            </w:r>
          </w:p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 xml:space="preserve">39.2.2. доля инвалидов, в отношении которых осуществлялись мероприятия по реабилитации и (или) </w:t>
            </w:r>
            <w:proofErr w:type="spellStart"/>
            <w:r w:rsidRPr="00DD56D4">
              <w:rPr>
                <w:rFonts w:ascii="Times New Roman" w:hAnsi="Times New Roman" w:cs="Times New Roman"/>
                <w:szCs w:val="22"/>
              </w:rPr>
              <w:t>абилитации</w:t>
            </w:r>
            <w:proofErr w:type="spellEnd"/>
            <w:r w:rsidRPr="00DD56D4">
              <w:rPr>
                <w:rFonts w:ascii="Times New Roman" w:hAnsi="Times New Roman" w:cs="Times New Roman"/>
                <w:szCs w:val="22"/>
              </w:rPr>
              <w:t xml:space="preserve">, в общей численности инвалидов в Удмуртской Республике, имеющих такие рекомендации в индивидуальной программе реабилитации или </w:t>
            </w:r>
            <w:proofErr w:type="spellStart"/>
            <w:r w:rsidRPr="00DD56D4">
              <w:rPr>
                <w:rFonts w:ascii="Times New Roman" w:hAnsi="Times New Roman" w:cs="Times New Roman"/>
                <w:szCs w:val="22"/>
              </w:rPr>
              <w:t>абилитации</w:t>
            </w:r>
            <w:proofErr w:type="spellEnd"/>
            <w:r w:rsidRPr="00DD56D4">
              <w:rPr>
                <w:rFonts w:ascii="Times New Roman" w:hAnsi="Times New Roman" w:cs="Times New Roman"/>
                <w:szCs w:val="22"/>
              </w:rPr>
              <w:t xml:space="preserve"> (дети) – </w:t>
            </w:r>
            <w:r w:rsidR="00D15874" w:rsidRPr="00DD56D4">
              <w:rPr>
                <w:rFonts w:ascii="Times New Roman" w:hAnsi="Times New Roman" w:cs="Times New Roman"/>
                <w:szCs w:val="22"/>
              </w:rPr>
              <w:t>84</w:t>
            </w:r>
            <w:r w:rsidRPr="00DD56D4">
              <w:rPr>
                <w:rFonts w:ascii="Times New Roman" w:hAnsi="Times New Roman" w:cs="Times New Roman"/>
                <w:szCs w:val="22"/>
              </w:rPr>
              <w:t>,</w:t>
            </w:r>
            <w:r w:rsidR="00D15874" w:rsidRPr="00DD56D4">
              <w:rPr>
                <w:rFonts w:ascii="Times New Roman" w:hAnsi="Times New Roman" w:cs="Times New Roman"/>
                <w:szCs w:val="22"/>
              </w:rPr>
              <w:t>0</w:t>
            </w:r>
            <w:r w:rsidRPr="00DD56D4">
              <w:rPr>
                <w:rFonts w:ascii="Times New Roman" w:hAnsi="Times New Roman" w:cs="Times New Roman"/>
                <w:szCs w:val="22"/>
              </w:rPr>
              <w:t>%;</w:t>
            </w:r>
          </w:p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39.2.3. доля детей целевой группы, получивших услуги ранней помощи, в общем числе детей в Удмуртской Республике, нуждающихся в получении таких услуг – 100%;</w:t>
            </w:r>
          </w:p>
          <w:p w:rsidR="009F795D" w:rsidRPr="00DD56D4" w:rsidRDefault="009F795D" w:rsidP="00D15874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 xml:space="preserve">39.2.4. Число инвалидов, получающих услуги в рамках сопровождаемого проживания – </w:t>
            </w:r>
            <w:r w:rsidR="00D15874" w:rsidRPr="00DD56D4">
              <w:rPr>
                <w:rFonts w:ascii="Times New Roman" w:hAnsi="Times New Roman" w:cs="Times New Roman"/>
                <w:szCs w:val="22"/>
              </w:rPr>
              <w:t>32 чел.</w:t>
            </w:r>
          </w:p>
        </w:tc>
      </w:tr>
      <w:tr w:rsidR="009F795D" w:rsidRPr="00DD56D4" w:rsidTr="00A65E83">
        <w:trPr>
          <w:trHeight w:val="4918"/>
        </w:trPr>
        <w:tc>
          <w:tcPr>
            <w:tcW w:w="849" w:type="dxa"/>
          </w:tcPr>
          <w:p w:rsidR="009F795D" w:rsidRPr="00DD56D4" w:rsidRDefault="009F795D" w:rsidP="008C1D60">
            <w:pPr>
              <w:pStyle w:val="ConsPlusNormal"/>
              <w:numPr>
                <w:ilvl w:val="0"/>
                <w:numId w:val="1"/>
              </w:numPr>
              <w:tabs>
                <w:tab w:val="left" w:pos="34"/>
                <w:tab w:val="left" w:pos="6078"/>
              </w:tabs>
              <w:ind w:hanging="720"/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6" w:type="dxa"/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 xml:space="preserve">39.2.03.01. Организация основных направлений реабилитации и </w:t>
            </w:r>
            <w:proofErr w:type="spellStart"/>
            <w:r w:rsidRPr="00DD56D4">
              <w:rPr>
                <w:rFonts w:ascii="Times New Roman" w:hAnsi="Times New Roman" w:cs="Times New Roman"/>
                <w:szCs w:val="22"/>
              </w:rPr>
              <w:t>абилитации</w:t>
            </w:r>
            <w:proofErr w:type="spellEnd"/>
            <w:r w:rsidRPr="00DD56D4">
              <w:rPr>
                <w:rFonts w:ascii="Times New Roman" w:hAnsi="Times New Roman" w:cs="Times New Roman"/>
                <w:szCs w:val="22"/>
              </w:rPr>
              <w:t xml:space="preserve"> инвалидов</w:t>
            </w:r>
          </w:p>
        </w:tc>
        <w:tc>
          <w:tcPr>
            <w:tcW w:w="2544" w:type="dxa"/>
          </w:tcPr>
          <w:p w:rsidR="00E82994" w:rsidRPr="00DD56D4" w:rsidRDefault="00E82994" w:rsidP="00E82994">
            <w:pPr>
              <w:pStyle w:val="ConsPlusNormal"/>
              <w:tabs>
                <w:tab w:val="left" w:pos="6078"/>
              </w:tabs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 xml:space="preserve">Министерство социальной политики и труда Удмуртской Республики, </w:t>
            </w:r>
            <w:r w:rsidRPr="00DD56D4">
              <w:rPr>
                <w:rFonts w:ascii="Times New Roman" w:hAnsi="Times New Roman" w:cs="Times New Roman"/>
                <w:szCs w:val="22"/>
              </w:rPr>
              <w:br/>
              <w:t xml:space="preserve">Министерство образования и науки Удмуртской Республики, </w:t>
            </w:r>
            <w:r w:rsidRPr="00DD56D4">
              <w:rPr>
                <w:rFonts w:ascii="Times New Roman" w:hAnsi="Times New Roman" w:cs="Times New Roman"/>
                <w:szCs w:val="22"/>
              </w:rPr>
              <w:br/>
              <w:t xml:space="preserve">Министерство здравоохранения Удмуртской Республики, </w:t>
            </w:r>
          </w:p>
          <w:p w:rsidR="00E82994" w:rsidRPr="00DD56D4" w:rsidRDefault="00E82994" w:rsidP="00E82994">
            <w:pPr>
              <w:pStyle w:val="ConsPlusNormal"/>
              <w:tabs>
                <w:tab w:val="left" w:pos="6078"/>
              </w:tabs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Министерство по физической культуре, спорту и молодежной политике Удмуртской Республики;</w:t>
            </w:r>
          </w:p>
          <w:p w:rsidR="00E82994" w:rsidRPr="00DD56D4" w:rsidRDefault="00E82994" w:rsidP="00E82994">
            <w:pPr>
              <w:pStyle w:val="ConsPlusNormal"/>
              <w:tabs>
                <w:tab w:val="left" w:pos="6078"/>
              </w:tabs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Министерство культуры Удмуртской Республики</w:t>
            </w:r>
          </w:p>
          <w:p w:rsidR="00647674" w:rsidRPr="00DD56D4" w:rsidRDefault="00647674" w:rsidP="00B356ED">
            <w:pPr>
              <w:pStyle w:val="ConsPlusNormal"/>
              <w:tabs>
                <w:tab w:val="left" w:pos="6078"/>
              </w:tabs>
              <w:outlineLvl w:val="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9F795D" w:rsidRPr="00DD56D4" w:rsidRDefault="009F795D" w:rsidP="00D11DAE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31.12.202</w:t>
            </w:r>
            <w:r w:rsidR="00D11DAE" w:rsidRPr="00DD56D4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3404" w:type="dxa"/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 xml:space="preserve">Создание условий для качественной и своевременной реабилитации и </w:t>
            </w:r>
            <w:proofErr w:type="spellStart"/>
            <w:r w:rsidRPr="00DD56D4">
              <w:rPr>
                <w:rFonts w:ascii="Times New Roman" w:hAnsi="Times New Roman" w:cs="Times New Roman"/>
                <w:szCs w:val="22"/>
              </w:rPr>
              <w:t>абилитации</w:t>
            </w:r>
            <w:proofErr w:type="spellEnd"/>
            <w:r w:rsidRPr="00DD56D4">
              <w:rPr>
                <w:rFonts w:ascii="Times New Roman" w:hAnsi="Times New Roman" w:cs="Times New Roman"/>
                <w:szCs w:val="22"/>
              </w:rPr>
              <w:t xml:space="preserve"> инвалидов, в том числе детей-инвалидов, включая социокультурную реабилитацию и </w:t>
            </w:r>
            <w:proofErr w:type="spellStart"/>
            <w:r w:rsidRPr="00DD56D4">
              <w:rPr>
                <w:rFonts w:ascii="Times New Roman" w:hAnsi="Times New Roman" w:cs="Times New Roman"/>
                <w:szCs w:val="22"/>
              </w:rPr>
              <w:t>абилитацию</w:t>
            </w:r>
            <w:proofErr w:type="spellEnd"/>
          </w:p>
        </w:tc>
        <w:tc>
          <w:tcPr>
            <w:tcW w:w="3549" w:type="dxa"/>
            <w:tcBorders>
              <w:right w:val="single" w:sz="4" w:space="0" w:color="auto"/>
            </w:tcBorders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 xml:space="preserve">Наличие достаточных условий для качественной и своевременной реабилитации и </w:t>
            </w:r>
            <w:proofErr w:type="spellStart"/>
            <w:r w:rsidRPr="00DD56D4">
              <w:rPr>
                <w:rFonts w:ascii="Times New Roman" w:hAnsi="Times New Roman" w:cs="Times New Roman"/>
                <w:szCs w:val="22"/>
              </w:rPr>
              <w:t>абилитации</w:t>
            </w:r>
            <w:proofErr w:type="spellEnd"/>
            <w:r w:rsidRPr="00DD56D4">
              <w:rPr>
                <w:rFonts w:ascii="Times New Roman" w:hAnsi="Times New Roman" w:cs="Times New Roman"/>
                <w:szCs w:val="22"/>
              </w:rPr>
              <w:t xml:space="preserve"> инвалидов, в том числе детей-инвалидов, включая социокультурную реабилитацию и </w:t>
            </w:r>
            <w:proofErr w:type="spellStart"/>
            <w:r w:rsidRPr="00DD56D4">
              <w:rPr>
                <w:rFonts w:ascii="Times New Roman" w:hAnsi="Times New Roman" w:cs="Times New Roman"/>
                <w:szCs w:val="22"/>
              </w:rPr>
              <w:t>абилитацию</w:t>
            </w:r>
            <w:proofErr w:type="spellEnd"/>
          </w:p>
        </w:tc>
      </w:tr>
      <w:tr w:rsidR="009F795D" w:rsidRPr="00DD56D4" w:rsidTr="009F795D">
        <w:tc>
          <w:tcPr>
            <w:tcW w:w="849" w:type="dxa"/>
          </w:tcPr>
          <w:p w:rsidR="009F795D" w:rsidRPr="00DD56D4" w:rsidRDefault="009F795D" w:rsidP="008C1D60">
            <w:pPr>
              <w:pStyle w:val="ConsPlusNormal"/>
              <w:numPr>
                <w:ilvl w:val="0"/>
                <w:numId w:val="1"/>
              </w:numPr>
              <w:tabs>
                <w:tab w:val="left" w:pos="34"/>
                <w:tab w:val="left" w:pos="6078"/>
              </w:tabs>
              <w:ind w:hanging="720"/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6" w:type="dxa"/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39.2.03.02. Организация социальной занятости инвалидов трудоспособного возраста</w:t>
            </w:r>
          </w:p>
        </w:tc>
        <w:tc>
          <w:tcPr>
            <w:tcW w:w="2544" w:type="dxa"/>
          </w:tcPr>
          <w:p w:rsidR="009F795D" w:rsidRPr="00DD56D4" w:rsidRDefault="00E82994" w:rsidP="00B356ED">
            <w:pPr>
              <w:pStyle w:val="ConsPlusNormal"/>
              <w:tabs>
                <w:tab w:val="left" w:pos="6078"/>
              </w:tabs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Министерство</w:t>
            </w:r>
            <w:r w:rsidR="009F795D" w:rsidRPr="00DD56D4">
              <w:rPr>
                <w:rFonts w:ascii="Times New Roman" w:hAnsi="Times New Roman" w:cs="Times New Roman"/>
                <w:szCs w:val="22"/>
              </w:rPr>
              <w:t xml:space="preserve"> социальной политики и труда Удмуртской Республики</w:t>
            </w:r>
          </w:p>
        </w:tc>
        <w:tc>
          <w:tcPr>
            <w:tcW w:w="1560" w:type="dxa"/>
          </w:tcPr>
          <w:p w:rsidR="009F795D" w:rsidRPr="00DD56D4" w:rsidRDefault="00A6746A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31.12.202</w:t>
            </w:r>
            <w:r w:rsidR="00C23D85" w:rsidRPr="00DD56D4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3404" w:type="dxa"/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Обеспечение самостоятельной и комфортной жизни в привычной обстановке для граждан, страдающих психическими расстройствами</w:t>
            </w:r>
          </w:p>
        </w:tc>
        <w:tc>
          <w:tcPr>
            <w:tcW w:w="3549" w:type="dxa"/>
            <w:tcBorders>
              <w:right w:val="single" w:sz="4" w:space="0" w:color="auto"/>
            </w:tcBorders>
          </w:tcPr>
          <w:p w:rsidR="009F795D" w:rsidRPr="00DD56D4" w:rsidRDefault="009F795D" w:rsidP="001C62B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Повышение уровня и качества жизни граждан, страдающих психическими расстройствами, улучшение социального самочувствия, их социализации и интеграции в обществе</w:t>
            </w:r>
          </w:p>
        </w:tc>
      </w:tr>
      <w:tr w:rsidR="009F795D" w:rsidRPr="00DD56D4" w:rsidTr="009F795D">
        <w:tc>
          <w:tcPr>
            <w:tcW w:w="849" w:type="dxa"/>
          </w:tcPr>
          <w:p w:rsidR="009F795D" w:rsidRPr="00DD56D4" w:rsidRDefault="009F795D" w:rsidP="008C1D60">
            <w:pPr>
              <w:pStyle w:val="ConsPlusNormal"/>
              <w:numPr>
                <w:ilvl w:val="0"/>
                <w:numId w:val="1"/>
              </w:numPr>
              <w:tabs>
                <w:tab w:val="left" w:pos="34"/>
                <w:tab w:val="left" w:pos="6078"/>
              </w:tabs>
              <w:ind w:hanging="720"/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6" w:type="dxa"/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 xml:space="preserve">39.2.03.03. Формирование и ведение реестра </w:t>
            </w:r>
            <w:r w:rsidRPr="00DD56D4">
              <w:rPr>
                <w:rFonts w:ascii="Times New Roman" w:hAnsi="Times New Roman" w:cs="Times New Roman"/>
                <w:szCs w:val="22"/>
              </w:rPr>
              <w:lastRenderedPageBreak/>
              <w:t xml:space="preserve">реабилитационных, </w:t>
            </w:r>
            <w:proofErr w:type="spellStart"/>
            <w:r w:rsidRPr="00DD56D4">
              <w:rPr>
                <w:rFonts w:ascii="Times New Roman" w:hAnsi="Times New Roman" w:cs="Times New Roman"/>
                <w:szCs w:val="22"/>
              </w:rPr>
              <w:t>абилитационных</w:t>
            </w:r>
            <w:proofErr w:type="spellEnd"/>
            <w:r w:rsidRPr="00DD56D4">
              <w:rPr>
                <w:rFonts w:ascii="Times New Roman" w:hAnsi="Times New Roman" w:cs="Times New Roman"/>
                <w:szCs w:val="22"/>
              </w:rPr>
              <w:t xml:space="preserve"> мероприятий, услуг сопровождения, а также организаций, предоставляющих указанные услуги инвалидам, в том числе детям-инвалидам</w:t>
            </w:r>
          </w:p>
        </w:tc>
        <w:tc>
          <w:tcPr>
            <w:tcW w:w="2544" w:type="dxa"/>
          </w:tcPr>
          <w:p w:rsidR="00E82994" w:rsidRPr="00DD56D4" w:rsidRDefault="00E82994" w:rsidP="00E82994">
            <w:pPr>
              <w:pStyle w:val="ConsPlusNormal"/>
              <w:tabs>
                <w:tab w:val="left" w:pos="6078"/>
              </w:tabs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lastRenderedPageBreak/>
              <w:t xml:space="preserve">Министерство социальной политики и </w:t>
            </w:r>
            <w:r w:rsidRPr="00DD56D4">
              <w:rPr>
                <w:rFonts w:ascii="Times New Roman" w:hAnsi="Times New Roman" w:cs="Times New Roman"/>
                <w:szCs w:val="22"/>
              </w:rPr>
              <w:lastRenderedPageBreak/>
              <w:t xml:space="preserve">труда Удмуртской Республики, </w:t>
            </w:r>
            <w:r w:rsidRPr="00DD56D4">
              <w:rPr>
                <w:rFonts w:ascii="Times New Roman" w:hAnsi="Times New Roman" w:cs="Times New Roman"/>
                <w:szCs w:val="22"/>
              </w:rPr>
              <w:br/>
              <w:t xml:space="preserve">Министерство образования и науки Удмуртской Республики, </w:t>
            </w:r>
            <w:r w:rsidRPr="00DD56D4">
              <w:rPr>
                <w:rFonts w:ascii="Times New Roman" w:hAnsi="Times New Roman" w:cs="Times New Roman"/>
                <w:szCs w:val="22"/>
              </w:rPr>
              <w:br/>
              <w:t xml:space="preserve">Министерство здравоохранения Удмуртской Республики, </w:t>
            </w:r>
          </w:p>
          <w:p w:rsidR="00E82994" w:rsidRPr="00DD56D4" w:rsidRDefault="00E82994" w:rsidP="00E82994">
            <w:pPr>
              <w:pStyle w:val="ConsPlusNormal"/>
              <w:tabs>
                <w:tab w:val="left" w:pos="6078"/>
              </w:tabs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Министерство по физической культуре, спорту и молодежной политике Удмуртской Республики;</w:t>
            </w:r>
          </w:p>
          <w:p w:rsidR="00E82994" w:rsidRPr="00DD56D4" w:rsidRDefault="00E82994" w:rsidP="00E82994">
            <w:pPr>
              <w:pStyle w:val="ConsPlusNormal"/>
              <w:tabs>
                <w:tab w:val="left" w:pos="6078"/>
              </w:tabs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Министерство культуры Удмуртской Республики</w:t>
            </w:r>
          </w:p>
          <w:p w:rsidR="00106EC3" w:rsidRPr="00DD56D4" w:rsidRDefault="00106EC3" w:rsidP="00B356ED">
            <w:pPr>
              <w:pStyle w:val="ConsPlusNormal"/>
              <w:tabs>
                <w:tab w:val="left" w:pos="6078"/>
              </w:tabs>
              <w:outlineLvl w:val="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9F795D" w:rsidRPr="00DD56D4" w:rsidRDefault="00A600C8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lastRenderedPageBreak/>
              <w:t>31.12.2022</w:t>
            </w:r>
          </w:p>
        </w:tc>
        <w:tc>
          <w:tcPr>
            <w:tcW w:w="3404" w:type="dxa"/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 xml:space="preserve">Создание реестра реабилитационных, </w:t>
            </w:r>
            <w:proofErr w:type="spellStart"/>
            <w:r w:rsidRPr="00DD56D4">
              <w:rPr>
                <w:rFonts w:ascii="Times New Roman" w:hAnsi="Times New Roman" w:cs="Times New Roman"/>
                <w:szCs w:val="22"/>
              </w:rPr>
              <w:lastRenderedPageBreak/>
              <w:t>абилитационных</w:t>
            </w:r>
            <w:proofErr w:type="spellEnd"/>
            <w:r w:rsidRPr="00DD56D4">
              <w:rPr>
                <w:rFonts w:ascii="Times New Roman" w:hAnsi="Times New Roman" w:cs="Times New Roman"/>
                <w:szCs w:val="22"/>
              </w:rPr>
              <w:t xml:space="preserve"> мероприятий, услуг сопровождения, а также организаций, предоставляющих указанные услуги инвалидам, в том числе детям-инвалидам</w:t>
            </w:r>
          </w:p>
        </w:tc>
        <w:tc>
          <w:tcPr>
            <w:tcW w:w="3549" w:type="dxa"/>
            <w:tcBorders>
              <w:right w:val="single" w:sz="4" w:space="0" w:color="auto"/>
            </w:tcBorders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lastRenderedPageBreak/>
              <w:t xml:space="preserve">Наличие реестра реабилитационных, </w:t>
            </w:r>
            <w:proofErr w:type="spellStart"/>
            <w:r w:rsidRPr="00DD56D4">
              <w:rPr>
                <w:rFonts w:ascii="Times New Roman" w:hAnsi="Times New Roman" w:cs="Times New Roman"/>
                <w:szCs w:val="22"/>
              </w:rPr>
              <w:lastRenderedPageBreak/>
              <w:t>абилитационных</w:t>
            </w:r>
            <w:proofErr w:type="spellEnd"/>
            <w:r w:rsidRPr="00DD56D4">
              <w:rPr>
                <w:rFonts w:ascii="Times New Roman" w:hAnsi="Times New Roman" w:cs="Times New Roman"/>
                <w:szCs w:val="22"/>
              </w:rPr>
              <w:t xml:space="preserve"> мероприятий, услуг сопровождения, а также организаций, предоставляющих указанные услуги инвалидам, в том числе детям-инвалидам</w:t>
            </w:r>
          </w:p>
        </w:tc>
      </w:tr>
      <w:tr w:rsidR="009F795D" w:rsidRPr="00DD56D4" w:rsidTr="009F795D">
        <w:tc>
          <w:tcPr>
            <w:tcW w:w="849" w:type="dxa"/>
          </w:tcPr>
          <w:p w:rsidR="009F795D" w:rsidRPr="00DD56D4" w:rsidRDefault="009F795D" w:rsidP="008C1D60">
            <w:pPr>
              <w:pStyle w:val="ConsPlusNormal"/>
              <w:numPr>
                <w:ilvl w:val="0"/>
                <w:numId w:val="1"/>
              </w:numPr>
              <w:tabs>
                <w:tab w:val="left" w:pos="34"/>
                <w:tab w:val="left" w:pos="6078"/>
              </w:tabs>
              <w:ind w:hanging="720"/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6" w:type="dxa"/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39.2.03.05. Организация и проведение мониторинга развития системы ранней помощи</w:t>
            </w:r>
          </w:p>
        </w:tc>
        <w:tc>
          <w:tcPr>
            <w:tcW w:w="2544" w:type="dxa"/>
          </w:tcPr>
          <w:p w:rsidR="009F795D" w:rsidRPr="00DD56D4" w:rsidRDefault="00E82994" w:rsidP="00B356ED">
            <w:pPr>
              <w:pStyle w:val="ConsPlusNormal"/>
              <w:tabs>
                <w:tab w:val="left" w:pos="6078"/>
              </w:tabs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Министерство</w:t>
            </w:r>
            <w:r w:rsidR="009F795D" w:rsidRPr="00DD56D4">
              <w:rPr>
                <w:rFonts w:ascii="Times New Roman" w:hAnsi="Times New Roman" w:cs="Times New Roman"/>
                <w:szCs w:val="22"/>
              </w:rPr>
              <w:t xml:space="preserve"> социальной политики и труда Удмуртской Республики</w:t>
            </w:r>
            <w:r w:rsidR="00106EC3" w:rsidRPr="00DD56D4">
              <w:rPr>
                <w:rFonts w:ascii="Times New Roman" w:hAnsi="Times New Roman" w:cs="Times New Roman"/>
                <w:szCs w:val="22"/>
              </w:rPr>
              <w:t>;</w:t>
            </w:r>
          </w:p>
          <w:p w:rsidR="00106EC3" w:rsidRPr="00DD56D4" w:rsidRDefault="00E82994" w:rsidP="00E82994">
            <w:pPr>
              <w:pStyle w:val="ConsPlusNormal"/>
              <w:tabs>
                <w:tab w:val="left" w:pos="6078"/>
              </w:tabs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Министерство</w:t>
            </w:r>
            <w:r w:rsidR="00106EC3" w:rsidRPr="00DD56D4">
              <w:rPr>
                <w:rFonts w:ascii="Times New Roman" w:hAnsi="Times New Roman" w:cs="Times New Roman"/>
                <w:szCs w:val="22"/>
              </w:rPr>
              <w:t xml:space="preserve"> образования и науки Удмуртской Республики, </w:t>
            </w:r>
            <w:r w:rsidR="00106EC3" w:rsidRPr="00DD56D4">
              <w:rPr>
                <w:rFonts w:ascii="Times New Roman" w:hAnsi="Times New Roman" w:cs="Times New Roman"/>
                <w:szCs w:val="22"/>
              </w:rPr>
              <w:br/>
            </w:r>
            <w:r w:rsidRPr="00DD56D4">
              <w:rPr>
                <w:rFonts w:ascii="Times New Roman" w:hAnsi="Times New Roman" w:cs="Times New Roman"/>
                <w:szCs w:val="22"/>
              </w:rPr>
              <w:t>Министерство</w:t>
            </w:r>
            <w:r w:rsidR="00106EC3" w:rsidRPr="00DD56D4">
              <w:rPr>
                <w:rFonts w:ascii="Times New Roman" w:hAnsi="Times New Roman" w:cs="Times New Roman"/>
                <w:szCs w:val="22"/>
              </w:rPr>
              <w:t xml:space="preserve"> здравоохранения </w:t>
            </w:r>
            <w:r w:rsidR="00106EC3" w:rsidRPr="00DD56D4">
              <w:rPr>
                <w:rFonts w:ascii="Times New Roman" w:hAnsi="Times New Roman" w:cs="Times New Roman"/>
                <w:szCs w:val="22"/>
              </w:rPr>
              <w:lastRenderedPageBreak/>
              <w:t>Удмуртской Республики</w:t>
            </w:r>
          </w:p>
        </w:tc>
        <w:tc>
          <w:tcPr>
            <w:tcW w:w="1560" w:type="dxa"/>
          </w:tcPr>
          <w:p w:rsidR="009F795D" w:rsidRPr="00DD56D4" w:rsidRDefault="009F795D" w:rsidP="00D11DAE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lastRenderedPageBreak/>
              <w:t>31.12.202</w:t>
            </w:r>
            <w:r w:rsidR="00D11DAE" w:rsidRPr="00DD56D4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3404" w:type="dxa"/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 xml:space="preserve">Определение потребности в услугах ранней помощи в Удмуртской Республике. Получение данных, характеризующих состояние системы ранней помощи. Проведение оценки эффективности принимаемых мер по формированию системы ранней помощи   Оценка </w:t>
            </w:r>
            <w:r w:rsidRPr="00DD56D4">
              <w:rPr>
                <w:rFonts w:ascii="Times New Roman" w:hAnsi="Times New Roman" w:cs="Times New Roman"/>
                <w:szCs w:val="22"/>
              </w:rPr>
              <w:lastRenderedPageBreak/>
              <w:t>деятельности действующих служб раненый помощи, выявление проблем и путей их решения</w:t>
            </w:r>
          </w:p>
        </w:tc>
        <w:tc>
          <w:tcPr>
            <w:tcW w:w="3549" w:type="dxa"/>
            <w:tcBorders>
              <w:right w:val="single" w:sz="4" w:space="0" w:color="auto"/>
            </w:tcBorders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lastRenderedPageBreak/>
              <w:t xml:space="preserve">Наличие достаточных данных о состоянии системы ранней помощи, высокая оценка эффективности принимаемых мер по формированию системы ранней помощи, также высокая оценка деятельности действующих служб ранней помощи </w:t>
            </w:r>
          </w:p>
        </w:tc>
      </w:tr>
      <w:tr w:rsidR="009F795D" w:rsidRPr="00DD56D4" w:rsidTr="009F795D">
        <w:tc>
          <w:tcPr>
            <w:tcW w:w="849" w:type="dxa"/>
          </w:tcPr>
          <w:p w:rsidR="009F795D" w:rsidRPr="00DD56D4" w:rsidRDefault="009F795D" w:rsidP="008C1D60">
            <w:pPr>
              <w:pStyle w:val="ConsPlusNormal"/>
              <w:numPr>
                <w:ilvl w:val="0"/>
                <w:numId w:val="1"/>
              </w:numPr>
              <w:tabs>
                <w:tab w:val="left" w:pos="34"/>
                <w:tab w:val="left" w:pos="6078"/>
              </w:tabs>
              <w:ind w:hanging="720"/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6" w:type="dxa"/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39.2.03.06. Организация своевременного выявления детей с ограниченными возможностями здоровья, детей с риском развития инвалидности, организация оказания ранней помощи и сопровождения</w:t>
            </w:r>
          </w:p>
        </w:tc>
        <w:tc>
          <w:tcPr>
            <w:tcW w:w="2544" w:type="dxa"/>
          </w:tcPr>
          <w:p w:rsidR="009F795D" w:rsidRPr="00DD56D4" w:rsidRDefault="00E82994" w:rsidP="00E82994">
            <w:pPr>
              <w:pStyle w:val="ConsPlusNormal"/>
              <w:tabs>
                <w:tab w:val="left" w:pos="6078"/>
              </w:tabs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Министерство</w:t>
            </w:r>
            <w:r w:rsidR="009F795D" w:rsidRPr="00DD56D4">
              <w:rPr>
                <w:rFonts w:ascii="Times New Roman" w:hAnsi="Times New Roman" w:cs="Times New Roman"/>
                <w:szCs w:val="22"/>
              </w:rPr>
              <w:t xml:space="preserve"> социальной политики и труда Удмуртской Республики, </w:t>
            </w:r>
            <w:r w:rsidR="009F795D" w:rsidRPr="00DD56D4">
              <w:rPr>
                <w:rFonts w:ascii="Times New Roman" w:hAnsi="Times New Roman" w:cs="Times New Roman"/>
                <w:szCs w:val="22"/>
              </w:rPr>
              <w:br/>
            </w:r>
            <w:r w:rsidRPr="00DD56D4">
              <w:rPr>
                <w:rFonts w:ascii="Times New Roman" w:hAnsi="Times New Roman" w:cs="Times New Roman"/>
                <w:szCs w:val="22"/>
              </w:rPr>
              <w:t>Министерство</w:t>
            </w:r>
            <w:r w:rsidR="009F795D" w:rsidRPr="00DD56D4">
              <w:rPr>
                <w:rFonts w:ascii="Times New Roman" w:hAnsi="Times New Roman" w:cs="Times New Roman"/>
                <w:szCs w:val="22"/>
              </w:rPr>
              <w:t xml:space="preserve"> образования и науки Удмуртской Республики, </w:t>
            </w:r>
            <w:r w:rsidR="009F795D" w:rsidRPr="00DD56D4">
              <w:rPr>
                <w:rFonts w:ascii="Times New Roman" w:hAnsi="Times New Roman" w:cs="Times New Roman"/>
                <w:szCs w:val="22"/>
              </w:rPr>
              <w:br/>
            </w:r>
            <w:r w:rsidRPr="00DD56D4">
              <w:rPr>
                <w:rFonts w:ascii="Times New Roman" w:hAnsi="Times New Roman" w:cs="Times New Roman"/>
                <w:szCs w:val="22"/>
              </w:rPr>
              <w:t>Министерство</w:t>
            </w:r>
            <w:r w:rsidR="009F795D" w:rsidRPr="00DD56D4">
              <w:rPr>
                <w:rFonts w:ascii="Times New Roman" w:hAnsi="Times New Roman" w:cs="Times New Roman"/>
                <w:szCs w:val="22"/>
              </w:rPr>
              <w:t xml:space="preserve"> здравоохранения Удмуртской Республики</w:t>
            </w:r>
          </w:p>
        </w:tc>
        <w:tc>
          <w:tcPr>
            <w:tcW w:w="1560" w:type="dxa"/>
          </w:tcPr>
          <w:p w:rsidR="009F795D" w:rsidRPr="00DD56D4" w:rsidRDefault="009F795D" w:rsidP="00D11DAE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31.12.202</w:t>
            </w:r>
            <w:r w:rsidR="00D11DAE" w:rsidRPr="00DD56D4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3404" w:type="dxa"/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 xml:space="preserve">Создание условий для своевременного выявления детей с ограниченными возможностями здоровья и детей с риском развития инвалидности, оказания им необходимой помощи </w:t>
            </w:r>
          </w:p>
        </w:tc>
        <w:tc>
          <w:tcPr>
            <w:tcW w:w="3549" w:type="dxa"/>
            <w:tcBorders>
              <w:right w:val="single" w:sz="4" w:space="0" w:color="auto"/>
            </w:tcBorders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Наличие достаточных условий для своевременного выявления детей с ограниченными возможностями здоровья и детей с риском развития инвалидности, оказания им необходимой помощи</w:t>
            </w:r>
          </w:p>
        </w:tc>
      </w:tr>
      <w:tr w:rsidR="009F795D" w:rsidRPr="00DD56D4" w:rsidTr="009F795D">
        <w:tc>
          <w:tcPr>
            <w:tcW w:w="849" w:type="dxa"/>
          </w:tcPr>
          <w:p w:rsidR="009F795D" w:rsidRPr="00DD56D4" w:rsidRDefault="009F795D" w:rsidP="008C1D60">
            <w:pPr>
              <w:pStyle w:val="ConsPlusNormal"/>
              <w:numPr>
                <w:ilvl w:val="0"/>
                <w:numId w:val="1"/>
              </w:numPr>
              <w:tabs>
                <w:tab w:val="left" w:pos="34"/>
                <w:tab w:val="left" w:pos="6078"/>
              </w:tabs>
              <w:ind w:hanging="720"/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6" w:type="dxa"/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39.2.03.07. Мониторинг нуждаемости граждан, страдающих психическими расстройствами, в сопровождаемом проживании</w:t>
            </w:r>
          </w:p>
        </w:tc>
        <w:tc>
          <w:tcPr>
            <w:tcW w:w="2544" w:type="dxa"/>
          </w:tcPr>
          <w:p w:rsidR="009F795D" w:rsidRPr="00DD56D4" w:rsidRDefault="00E82994" w:rsidP="00B356ED">
            <w:pPr>
              <w:pStyle w:val="ConsPlusNormal"/>
              <w:tabs>
                <w:tab w:val="left" w:pos="6078"/>
              </w:tabs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Министерство</w:t>
            </w:r>
            <w:r w:rsidR="009F795D" w:rsidRPr="00DD56D4">
              <w:rPr>
                <w:rFonts w:ascii="Times New Roman" w:hAnsi="Times New Roman" w:cs="Times New Roman"/>
                <w:szCs w:val="22"/>
              </w:rPr>
              <w:t xml:space="preserve"> социальной политики и труда Удмуртской Республики</w:t>
            </w:r>
            <w:r w:rsidRPr="00DD56D4">
              <w:rPr>
                <w:rFonts w:ascii="Times New Roman" w:hAnsi="Times New Roman" w:cs="Times New Roman"/>
                <w:szCs w:val="22"/>
              </w:rPr>
              <w:t>,</w:t>
            </w:r>
          </w:p>
          <w:p w:rsidR="00106EC3" w:rsidRPr="00DD56D4" w:rsidRDefault="00E82994" w:rsidP="00B356ED">
            <w:pPr>
              <w:pStyle w:val="ConsPlusNormal"/>
              <w:tabs>
                <w:tab w:val="left" w:pos="6078"/>
              </w:tabs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Министерство</w:t>
            </w:r>
            <w:r w:rsidR="00106EC3" w:rsidRPr="00DD56D4">
              <w:rPr>
                <w:rFonts w:ascii="Times New Roman" w:hAnsi="Times New Roman" w:cs="Times New Roman"/>
                <w:szCs w:val="22"/>
              </w:rPr>
              <w:t xml:space="preserve"> здравоохранения Удмуртской Республики</w:t>
            </w:r>
          </w:p>
        </w:tc>
        <w:tc>
          <w:tcPr>
            <w:tcW w:w="1560" w:type="dxa"/>
          </w:tcPr>
          <w:p w:rsidR="009F795D" w:rsidRPr="00DD56D4" w:rsidRDefault="009F795D" w:rsidP="00D11DAE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31.12.202</w:t>
            </w:r>
            <w:r w:rsidR="00D11DAE" w:rsidRPr="00DD56D4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3404" w:type="dxa"/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Определение нуждаемости граждан, страдающих психическими расстройствами, в сопровождаемом проживании</w:t>
            </w:r>
          </w:p>
        </w:tc>
        <w:tc>
          <w:tcPr>
            <w:tcW w:w="3549" w:type="dxa"/>
            <w:tcBorders>
              <w:right w:val="single" w:sz="4" w:space="0" w:color="auto"/>
            </w:tcBorders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 xml:space="preserve">Своевременное оказание услуг по сопровождаемому проживанию гражданам, страдающим психическими расстройствами </w:t>
            </w:r>
          </w:p>
        </w:tc>
      </w:tr>
      <w:tr w:rsidR="009F795D" w:rsidRPr="00DD56D4" w:rsidTr="009F795D">
        <w:tc>
          <w:tcPr>
            <w:tcW w:w="849" w:type="dxa"/>
          </w:tcPr>
          <w:p w:rsidR="009F795D" w:rsidRPr="00DD56D4" w:rsidRDefault="009F795D" w:rsidP="008C1D60">
            <w:pPr>
              <w:pStyle w:val="ConsPlusNormal"/>
              <w:numPr>
                <w:ilvl w:val="0"/>
                <w:numId w:val="1"/>
              </w:numPr>
              <w:tabs>
                <w:tab w:val="left" w:pos="34"/>
                <w:tab w:val="left" w:pos="6078"/>
              </w:tabs>
              <w:ind w:hanging="720"/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6" w:type="dxa"/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 xml:space="preserve">39.2.03.08. Организация сопровождаемого проживания инвалидов,  включая организацию дневной занятости и трудовой деятельности, социализацию инвалидов с ментальными </w:t>
            </w:r>
            <w:r w:rsidRPr="00DD56D4">
              <w:rPr>
                <w:rFonts w:ascii="Times New Roman" w:hAnsi="Times New Roman" w:cs="Times New Roman"/>
                <w:szCs w:val="22"/>
              </w:rPr>
              <w:lastRenderedPageBreak/>
              <w:t>нарушениями и психическими расстройствами</w:t>
            </w:r>
          </w:p>
        </w:tc>
        <w:tc>
          <w:tcPr>
            <w:tcW w:w="2544" w:type="dxa"/>
          </w:tcPr>
          <w:p w:rsidR="009F795D" w:rsidRPr="00DD56D4" w:rsidRDefault="00E82994" w:rsidP="00B356ED">
            <w:pPr>
              <w:pStyle w:val="ConsPlusNormal"/>
              <w:tabs>
                <w:tab w:val="left" w:pos="6078"/>
              </w:tabs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lastRenderedPageBreak/>
              <w:t>Министерство</w:t>
            </w:r>
            <w:r w:rsidR="009F795D" w:rsidRPr="00DD56D4">
              <w:rPr>
                <w:rFonts w:ascii="Times New Roman" w:hAnsi="Times New Roman" w:cs="Times New Roman"/>
                <w:szCs w:val="22"/>
              </w:rPr>
              <w:t xml:space="preserve"> социальной политики и труда Удмуртской Республики</w:t>
            </w:r>
          </w:p>
        </w:tc>
        <w:tc>
          <w:tcPr>
            <w:tcW w:w="1560" w:type="dxa"/>
          </w:tcPr>
          <w:p w:rsidR="009F795D" w:rsidRPr="00DD56D4" w:rsidRDefault="009F795D" w:rsidP="00D11DAE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31.12.202</w:t>
            </w:r>
            <w:r w:rsidR="00D11DAE" w:rsidRPr="00DD56D4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3404" w:type="dxa"/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Создание условий для сопровождаемого проживания граждан, страдающих психическими расстройствами, в стационарных организациях социального обслуживания</w:t>
            </w:r>
          </w:p>
        </w:tc>
        <w:tc>
          <w:tcPr>
            <w:tcW w:w="3549" w:type="dxa"/>
            <w:tcBorders>
              <w:right w:val="single" w:sz="4" w:space="0" w:color="auto"/>
            </w:tcBorders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Наличие достаточных условий для сопровождаемого проживания граждан, страдающих психическими расстройствами, в стационарных организациях социального обслуживания</w:t>
            </w:r>
          </w:p>
        </w:tc>
      </w:tr>
      <w:tr w:rsidR="009F795D" w:rsidRPr="00DD56D4" w:rsidTr="009F795D">
        <w:tc>
          <w:tcPr>
            <w:tcW w:w="849" w:type="dxa"/>
          </w:tcPr>
          <w:p w:rsidR="009F795D" w:rsidRPr="00DD56D4" w:rsidRDefault="009F795D" w:rsidP="008C1D60">
            <w:pPr>
              <w:pStyle w:val="ConsPlusNormal"/>
              <w:numPr>
                <w:ilvl w:val="0"/>
                <w:numId w:val="1"/>
              </w:numPr>
              <w:tabs>
                <w:tab w:val="left" w:pos="34"/>
                <w:tab w:val="left" w:pos="6078"/>
              </w:tabs>
              <w:ind w:hanging="720"/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6" w:type="dxa"/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39.2.03.09. Внедрение модели сопровождаемого проживания в комплексных центрах социального обслуживания Удмуртской Республики</w:t>
            </w:r>
          </w:p>
        </w:tc>
        <w:tc>
          <w:tcPr>
            <w:tcW w:w="2544" w:type="dxa"/>
          </w:tcPr>
          <w:p w:rsidR="009F795D" w:rsidRPr="00DD56D4" w:rsidRDefault="00E82994" w:rsidP="00B356ED">
            <w:pPr>
              <w:pStyle w:val="ConsPlusNormal"/>
              <w:tabs>
                <w:tab w:val="left" w:pos="6078"/>
              </w:tabs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Министерство</w:t>
            </w:r>
            <w:r w:rsidR="009F795D" w:rsidRPr="00DD56D4">
              <w:rPr>
                <w:rFonts w:ascii="Times New Roman" w:hAnsi="Times New Roman" w:cs="Times New Roman"/>
                <w:szCs w:val="22"/>
              </w:rPr>
              <w:t xml:space="preserve"> социальной политики и труда Удмуртской Республики</w:t>
            </w:r>
          </w:p>
        </w:tc>
        <w:tc>
          <w:tcPr>
            <w:tcW w:w="1560" w:type="dxa"/>
          </w:tcPr>
          <w:p w:rsidR="009F795D" w:rsidRPr="00DD56D4" w:rsidRDefault="009F795D" w:rsidP="00D11DAE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31.12.202</w:t>
            </w:r>
            <w:r w:rsidR="00D11DAE" w:rsidRPr="00DD56D4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3404" w:type="dxa"/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Увеличение количества граждан, страдающих психическими расстройствами, охваченных сопровождаемым проживанием</w:t>
            </w:r>
          </w:p>
        </w:tc>
        <w:tc>
          <w:tcPr>
            <w:tcW w:w="3549" w:type="dxa"/>
            <w:tcBorders>
              <w:right w:val="single" w:sz="4" w:space="0" w:color="auto"/>
            </w:tcBorders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Повышение уровня и качества жизни граждан, страдающих психическими расстройствами, улучшение социального самочувствия, их социализации и интеграции в обществе</w:t>
            </w:r>
          </w:p>
        </w:tc>
      </w:tr>
      <w:tr w:rsidR="009F795D" w:rsidRPr="00DD56D4" w:rsidTr="009F795D">
        <w:tc>
          <w:tcPr>
            <w:tcW w:w="849" w:type="dxa"/>
          </w:tcPr>
          <w:p w:rsidR="009F795D" w:rsidRPr="00DD56D4" w:rsidRDefault="009F795D" w:rsidP="008C1D60">
            <w:pPr>
              <w:pStyle w:val="ConsPlusNormal"/>
              <w:numPr>
                <w:ilvl w:val="0"/>
                <w:numId w:val="1"/>
              </w:numPr>
              <w:tabs>
                <w:tab w:val="left" w:pos="34"/>
                <w:tab w:val="left" w:pos="6078"/>
              </w:tabs>
              <w:ind w:hanging="720"/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6" w:type="dxa"/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39.2.04. Формирование условий для повышения уровня профессионального развития и занятости, включая сопровождаемое содействие занятости, инвалидов, в том числе детей-инвалидов, в Удмуртской Республике</w:t>
            </w:r>
          </w:p>
        </w:tc>
        <w:tc>
          <w:tcPr>
            <w:tcW w:w="2544" w:type="dxa"/>
          </w:tcPr>
          <w:p w:rsidR="00106EC3" w:rsidRPr="00DD56D4" w:rsidRDefault="00E82994" w:rsidP="00B356ED">
            <w:pPr>
              <w:pStyle w:val="ConsPlusNormal"/>
              <w:tabs>
                <w:tab w:val="left" w:pos="6078"/>
              </w:tabs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Министерство</w:t>
            </w:r>
            <w:r w:rsidR="00106EC3" w:rsidRPr="00DD56D4">
              <w:rPr>
                <w:rFonts w:ascii="Times New Roman" w:hAnsi="Times New Roman" w:cs="Times New Roman"/>
                <w:szCs w:val="22"/>
              </w:rPr>
              <w:t xml:space="preserve"> социальной политик</w:t>
            </w:r>
            <w:r w:rsidRPr="00DD56D4">
              <w:rPr>
                <w:rFonts w:ascii="Times New Roman" w:hAnsi="Times New Roman" w:cs="Times New Roman"/>
                <w:szCs w:val="22"/>
              </w:rPr>
              <w:t>и и труда Удмуртской Республики,</w:t>
            </w:r>
          </w:p>
          <w:p w:rsidR="009F795D" w:rsidRPr="00DD56D4" w:rsidRDefault="00E82994" w:rsidP="00B356ED">
            <w:pPr>
              <w:pStyle w:val="ConsPlusNormal"/>
              <w:tabs>
                <w:tab w:val="left" w:pos="6078"/>
              </w:tabs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Министерство</w:t>
            </w:r>
            <w:r w:rsidR="009F795D" w:rsidRPr="00DD56D4">
              <w:rPr>
                <w:rFonts w:ascii="Times New Roman" w:hAnsi="Times New Roman" w:cs="Times New Roman"/>
                <w:szCs w:val="22"/>
              </w:rPr>
              <w:t xml:space="preserve"> образования и науки Удмуртской Республики</w:t>
            </w:r>
          </w:p>
        </w:tc>
        <w:tc>
          <w:tcPr>
            <w:tcW w:w="1560" w:type="dxa"/>
          </w:tcPr>
          <w:p w:rsidR="009F795D" w:rsidRPr="00DD56D4" w:rsidRDefault="009F795D" w:rsidP="00D11DAE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31.12.20</w:t>
            </w:r>
            <w:r w:rsidR="00D11DAE" w:rsidRPr="00DD56D4">
              <w:rPr>
                <w:rFonts w:ascii="Times New Roman" w:hAnsi="Times New Roman" w:cs="Times New Roman"/>
                <w:szCs w:val="22"/>
              </w:rPr>
              <w:t>22</w:t>
            </w:r>
          </w:p>
        </w:tc>
        <w:tc>
          <w:tcPr>
            <w:tcW w:w="3404" w:type="dxa"/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 xml:space="preserve">Увеличение доли трудоустроенных инвалидов </w:t>
            </w:r>
          </w:p>
        </w:tc>
        <w:tc>
          <w:tcPr>
            <w:tcW w:w="3549" w:type="dxa"/>
            <w:tcBorders>
              <w:right w:val="single" w:sz="4" w:space="0" w:color="auto"/>
            </w:tcBorders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39.2.5. доля занятых инвалидов трудоспособного возраста в общей численности инвалидов трудоспособного возраста в Удмуртской Республике – 4</w:t>
            </w:r>
            <w:r w:rsidR="00D11DAE" w:rsidRPr="00DD56D4">
              <w:rPr>
                <w:rFonts w:ascii="Times New Roman" w:hAnsi="Times New Roman" w:cs="Times New Roman"/>
                <w:szCs w:val="22"/>
              </w:rPr>
              <w:t>0</w:t>
            </w:r>
            <w:r w:rsidRPr="00DD56D4">
              <w:rPr>
                <w:rFonts w:ascii="Times New Roman" w:hAnsi="Times New Roman" w:cs="Times New Roman"/>
                <w:szCs w:val="22"/>
              </w:rPr>
              <w:t>,</w:t>
            </w:r>
            <w:r w:rsidR="00D11DAE" w:rsidRPr="00DD56D4">
              <w:rPr>
                <w:rFonts w:ascii="Times New Roman" w:hAnsi="Times New Roman" w:cs="Times New Roman"/>
                <w:szCs w:val="22"/>
              </w:rPr>
              <w:t>4</w:t>
            </w:r>
            <w:r w:rsidRPr="00DD56D4">
              <w:rPr>
                <w:rFonts w:ascii="Times New Roman" w:hAnsi="Times New Roman" w:cs="Times New Roman"/>
                <w:szCs w:val="22"/>
              </w:rPr>
              <w:t>%;</w:t>
            </w:r>
          </w:p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39.2.6. доля инвалидов, принятых на обучение по образовательным программам среднего профессионального образования (по отношению к значению показателя предыдущего года) – 109</w:t>
            </w:r>
            <w:r w:rsidR="00723CD1" w:rsidRPr="00DD56D4">
              <w:rPr>
                <w:rFonts w:ascii="Times New Roman" w:hAnsi="Times New Roman" w:cs="Times New Roman"/>
                <w:szCs w:val="22"/>
              </w:rPr>
              <w:t>,6</w:t>
            </w:r>
            <w:r w:rsidRPr="00DD56D4">
              <w:rPr>
                <w:rFonts w:ascii="Times New Roman" w:hAnsi="Times New Roman" w:cs="Times New Roman"/>
                <w:szCs w:val="22"/>
              </w:rPr>
              <w:t>%;</w:t>
            </w:r>
          </w:p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39.2.7. доля студентов из числа инвалидов, обучавшихся по образовательным программам среднего профессионального образования, выбывших по причине академической неуспеваемости – 7%</w:t>
            </w:r>
          </w:p>
        </w:tc>
      </w:tr>
      <w:tr w:rsidR="009F795D" w:rsidRPr="00DD56D4" w:rsidTr="009F795D">
        <w:tc>
          <w:tcPr>
            <w:tcW w:w="849" w:type="dxa"/>
          </w:tcPr>
          <w:p w:rsidR="009F795D" w:rsidRPr="00DD56D4" w:rsidRDefault="009F795D" w:rsidP="008C1D60">
            <w:pPr>
              <w:pStyle w:val="ConsPlusNormal"/>
              <w:numPr>
                <w:ilvl w:val="0"/>
                <w:numId w:val="1"/>
              </w:numPr>
              <w:tabs>
                <w:tab w:val="left" w:pos="34"/>
                <w:tab w:val="left" w:pos="6078"/>
              </w:tabs>
              <w:ind w:hanging="720"/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6" w:type="dxa"/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 xml:space="preserve">39.2.04.01. Организация </w:t>
            </w:r>
            <w:r w:rsidRPr="00DD56D4">
              <w:rPr>
                <w:rFonts w:ascii="Times New Roman" w:hAnsi="Times New Roman" w:cs="Times New Roman"/>
                <w:szCs w:val="22"/>
              </w:rPr>
              <w:lastRenderedPageBreak/>
              <w:t>сопровождаемого содействия занятости инвалидов с учетом стойких нарушений функций организма и ограничений жизнедеятельности</w:t>
            </w:r>
          </w:p>
        </w:tc>
        <w:tc>
          <w:tcPr>
            <w:tcW w:w="2544" w:type="dxa"/>
          </w:tcPr>
          <w:p w:rsidR="00106EC3" w:rsidRPr="00DD56D4" w:rsidRDefault="00E82994" w:rsidP="00B356ED">
            <w:pPr>
              <w:pStyle w:val="ConsPlusNormal"/>
              <w:tabs>
                <w:tab w:val="left" w:pos="6078"/>
              </w:tabs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lastRenderedPageBreak/>
              <w:t>Министерство</w:t>
            </w:r>
            <w:r w:rsidR="00106EC3" w:rsidRPr="00DD56D4">
              <w:rPr>
                <w:rFonts w:ascii="Times New Roman" w:hAnsi="Times New Roman" w:cs="Times New Roman"/>
                <w:szCs w:val="22"/>
              </w:rPr>
              <w:t xml:space="preserve"> </w:t>
            </w:r>
            <w:r w:rsidR="00106EC3" w:rsidRPr="00DD56D4">
              <w:rPr>
                <w:rFonts w:ascii="Times New Roman" w:hAnsi="Times New Roman" w:cs="Times New Roman"/>
                <w:szCs w:val="22"/>
              </w:rPr>
              <w:lastRenderedPageBreak/>
              <w:t>социальной политик</w:t>
            </w:r>
            <w:r w:rsidRPr="00DD56D4">
              <w:rPr>
                <w:rFonts w:ascii="Times New Roman" w:hAnsi="Times New Roman" w:cs="Times New Roman"/>
                <w:szCs w:val="22"/>
              </w:rPr>
              <w:t>и и труда Удмуртской Республики,</w:t>
            </w:r>
          </w:p>
          <w:p w:rsidR="009F795D" w:rsidRPr="00DD56D4" w:rsidRDefault="00E82994" w:rsidP="00B356ED">
            <w:pPr>
              <w:pStyle w:val="ConsPlusNormal"/>
              <w:tabs>
                <w:tab w:val="left" w:pos="6078"/>
              </w:tabs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Министерство</w:t>
            </w:r>
            <w:r w:rsidR="009F795D" w:rsidRPr="00DD56D4">
              <w:rPr>
                <w:rFonts w:ascii="Times New Roman" w:hAnsi="Times New Roman" w:cs="Times New Roman"/>
                <w:szCs w:val="22"/>
              </w:rPr>
              <w:t xml:space="preserve"> образования и науки Удмуртской Республики</w:t>
            </w:r>
          </w:p>
        </w:tc>
        <w:tc>
          <w:tcPr>
            <w:tcW w:w="1560" w:type="dxa"/>
          </w:tcPr>
          <w:p w:rsidR="009F795D" w:rsidRPr="00DD56D4" w:rsidRDefault="009F795D" w:rsidP="00723CD1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lastRenderedPageBreak/>
              <w:t>31.12.202</w:t>
            </w:r>
            <w:r w:rsidR="00723CD1" w:rsidRPr="00DD56D4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3404" w:type="dxa"/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 xml:space="preserve">Повышение уровня </w:t>
            </w:r>
            <w:r w:rsidRPr="00DD56D4">
              <w:rPr>
                <w:rFonts w:ascii="Times New Roman" w:hAnsi="Times New Roman" w:cs="Times New Roman"/>
                <w:szCs w:val="22"/>
              </w:rPr>
              <w:lastRenderedPageBreak/>
              <w:t>профессионального развития и занятости, включая сопровождаемое содействие занятости, инвалидов, в том числе детей-инвалидов, в Удмуртской Республике</w:t>
            </w:r>
          </w:p>
        </w:tc>
        <w:tc>
          <w:tcPr>
            <w:tcW w:w="3549" w:type="dxa"/>
            <w:tcBorders>
              <w:right w:val="single" w:sz="4" w:space="0" w:color="auto"/>
            </w:tcBorders>
          </w:tcPr>
          <w:p w:rsidR="009F795D" w:rsidRPr="00DD56D4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lastRenderedPageBreak/>
              <w:t xml:space="preserve">Увеличение числа </w:t>
            </w:r>
            <w:r w:rsidRPr="00DD56D4">
              <w:rPr>
                <w:rFonts w:ascii="Times New Roman" w:hAnsi="Times New Roman" w:cs="Times New Roman"/>
                <w:szCs w:val="22"/>
              </w:rPr>
              <w:lastRenderedPageBreak/>
              <w:t>трудоустроенных инвалидов, в том числе инвалидов молодого возраста</w:t>
            </w:r>
          </w:p>
        </w:tc>
      </w:tr>
      <w:tr w:rsidR="009F795D" w:rsidRPr="00DD56D4" w:rsidTr="009F795D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849" w:type="dxa"/>
          </w:tcPr>
          <w:p w:rsidR="009F795D" w:rsidRPr="00DD56D4" w:rsidRDefault="009F795D" w:rsidP="008C1D60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ind w:hanging="720"/>
              <w:rPr>
                <w:rFonts w:ascii="Times New Roman" w:hAnsi="Times New Roman"/>
              </w:rPr>
            </w:pPr>
          </w:p>
        </w:tc>
        <w:tc>
          <w:tcPr>
            <w:tcW w:w="3546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39.2.04.02. Организация взаимодействия федеральных государственных учреждений медико-социальной экспертизы, органов службы занятости и органов социальной защиты населения по трудоустройству инвалидов</w:t>
            </w:r>
          </w:p>
        </w:tc>
        <w:tc>
          <w:tcPr>
            <w:tcW w:w="2544" w:type="dxa"/>
          </w:tcPr>
          <w:p w:rsidR="009F795D" w:rsidRPr="00DD56D4" w:rsidRDefault="00E82994" w:rsidP="00B356ED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Министерство</w:t>
            </w:r>
            <w:r w:rsidR="009F795D" w:rsidRPr="00DD56D4">
              <w:rPr>
                <w:rFonts w:ascii="Times New Roman" w:hAnsi="Times New Roman"/>
              </w:rPr>
              <w:t xml:space="preserve"> социальной политики и труда Удмуртской Республики</w:t>
            </w:r>
          </w:p>
        </w:tc>
        <w:tc>
          <w:tcPr>
            <w:tcW w:w="1560" w:type="dxa"/>
          </w:tcPr>
          <w:p w:rsidR="009F795D" w:rsidRPr="00DD56D4" w:rsidRDefault="00723CD1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31.12.2022</w:t>
            </w:r>
          </w:p>
        </w:tc>
        <w:tc>
          <w:tcPr>
            <w:tcW w:w="3404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Повышение уровня профессионального развития и занятости, включая сопровождаемое содействие занятости, инвалидов, в том числе детей-инвалидов, в Удмуртской Республике</w:t>
            </w:r>
          </w:p>
        </w:tc>
        <w:tc>
          <w:tcPr>
            <w:tcW w:w="3549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Увеличение числа трудоустроенных инвалидов, в том числе инвалидов молодого возраста</w:t>
            </w:r>
          </w:p>
        </w:tc>
      </w:tr>
      <w:tr w:rsidR="009F795D" w:rsidRPr="00DD56D4" w:rsidTr="009F795D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849" w:type="dxa"/>
          </w:tcPr>
          <w:p w:rsidR="009F795D" w:rsidRPr="00DD56D4" w:rsidRDefault="009F795D" w:rsidP="008C1D60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ind w:hanging="720"/>
              <w:rPr>
                <w:rFonts w:ascii="Times New Roman" w:hAnsi="Times New Roman"/>
              </w:rPr>
            </w:pPr>
          </w:p>
        </w:tc>
        <w:tc>
          <w:tcPr>
            <w:tcW w:w="3546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 xml:space="preserve">39.2.05. Формирование и поддержание в актуальном состоянии нормативной правовой и методической базы по организации системы комплексной реабилитации и </w:t>
            </w:r>
            <w:proofErr w:type="spellStart"/>
            <w:r w:rsidRPr="00DD56D4">
              <w:rPr>
                <w:rFonts w:ascii="Times New Roman" w:hAnsi="Times New Roman"/>
              </w:rPr>
              <w:t>абилитации</w:t>
            </w:r>
            <w:proofErr w:type="spellEnd"/>
            <w:r w:rsidRPr="00DD56D4">
              <w:rPr>
                <w:rFonts w:ascii="Times New Roman" w:hAnsi="Times New Roman"/>
              </w:rPr>
              <w:t xml:space="preserve"> инвалидов, в том числе детей-инвалидов, а также ранней помощи, сопровождаемого проживания инвалидов в Удмуртской Республике</w:t>
            </w:r>
          </w:p>
        </w:tc>
        <w:tc>
          <w:tcPr>
            <w:tcW w:w="2544" w:type="dxa"/>
          </w:tcPr>
          <w:p w:rsidR="009F795D" w:rsidRPr="00DD56D4" w:rsidRDefault="00E82994" w:rsidP="00B356ED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Министерство</w:t>
            </w:r>
            <w:r w:rsidR="009F795D" w:rsidRPr="00DD56D4">
              <w:rPr>
                <w:rFonts w:ascii="Times New Roman" w:hAnsi="Times New Roman"/>
              </w:rPr>
              <w:t xml:space="preserve"> социальной политики и труда Удмуртской Республики</w:t>
            </w:r>
            <w:r w:rsidRPr="00DD56D4">
              <w:rPr>
                <w:rFonts w:ascii="Times New Roman" w:hAnsi="Times New Roman"/>
              </w:rPr>
              <w:t>,</w:t>
            </w:r>
          </w:p>
          <w:p w:rsidR="00106EC3" w:rsidRPr="00DD56D4" w:rsidRDefault="00E82994" w:rsidP="00B356ED">
            <w:pPr>
              <w:pStyle w:val="ConsPlusNormal"/>
              <w:tabs>
                <w:tab w:val="left" w:pos="6078"/>
              </w:tabs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Министерство</w:t>
            </w:r>
            <w:r w:rsidR="00106EC3" w:rsidRPr="00DD56D4">
              <w:rPr>
                <w:rFonts w:ascii="Times New Roman" w:hAnsi="Times New Roman" w:cs="Times New Roman"/>
                <w:szCs w:val="22"/>
              </w:rPr>
              <w:t xml:space="preserve"> образования и науки Удмуртской Республики, </w:t>
            </w:r>
            <w:r w:rsidR="00106EC3" w:rsidRPr="00DD56D4">
              <w:rPr>
                <w:rFonts w:ascii="Times New Roman" w:hAnsi="Times New Roman" w:cs="Times New Roman"/>
                <w:szCs w:val="22"/>
              </w:rPr>
              <w:br/>
            </w:r>
            <w:r w:rsidRPr="00DD56D4">
              <w:rPr>
                <w:rFonts w:ascii="Times New Roman" w:hAnsi="Times New Roman" w:cs="Times New Roman"/>
                <w:szCs w:val="22"/>
              </w:rPr>
              <w:t>М</w:t>
            </w:r>
            <w:r w:rsidR="00106EC3" w:rsidRPr="00DD56D4">
              <w:rPr>
                <w:rFonts w:ascii="Times New Roman" w:hAnsi="Times New Roman" w:cs="Times New Roman"/>
                <w:szCs w:val="22"/>
              </w:rPr>
              <w:t>инист</w:t>
            </w:r>
            <w:r w:rsidRPr="00DD56D4">
              <w:rPr>
                <w:rFonts w:ascii="Times New Roman" w:hAnsi="Times New Roman" w:cs="Times New Roman"/>
                <w:szCs w:val="22"/>
              </w:rPr>
              <w:t>ерство</w:t>
            </w:r>
            <w:r w:rsidR="00106EC3" w:rsidRPr="00DD56D4">
              <w:rPr>
                <w:rFonts w:ascii="Times New Roman" w:hAnsi="Times New Roman" w:cs="Times New Roman"/>
                <w:szCs w:val="22"/>
              </w:rPr>
              <w:t xml:space="preserve"> здравоохранения Удмуртской </w:t>
            </w:r>
            <w:r w:rsidRPr="00DD56D4">
              <w:rPr>
                <w:rFonts w:ascii="Times New Roman" w:hAnsi="Times New Roman" w:cs="Times New Roman"/>
                <w:szCs w:val="22"/>
              </w:rPr>
              <w:t>Республики,</w:t>
            </w:r>
          </w:p>
          <w:p w:rsidR="00106EC3" w:rsidRPr="00DD56D4" w:rsidRDefault="00E82994" w:rsidP="00B356ED">
            <w:pPr>
              <w:pStyle w:val="ConsPlusNormal"/>
              <w:tabs>
                <w:tab w:val="left" w:pos="6078"/>
              </w:tabs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Министерство</w:t>
            </w:r>
            <w:r w:rsidR="00106EC3" w:rsidRPr="00DD56D4">
              <w:rPr>
                <w:rFonts w:ascii="Times New Roman" w:hAnsi="Times New Roman" w:cs="Times New Roman"/>
                <w:szCs w:val="22"/>
              </w:rPr>
              <w:t xml:space="preserve"> по физической культуре, </w:t>
            </w:r>
            <w:r w:rsidR="00106EC3" w:rsidRPr="00DD56D4">
              <w:rPr>
                <w:rFonts w:ascii="Times New Roman" w:hAnsi="Times New Roman" w:cs="Times New Roman"/>
                <w:szCs w:val="22"/>
              </w:rPr>
              <w:lastRenderedPageBreak/>
              <w:t>спорту и молодежной политике Удмуртской Республики</w:t>
            </w:r>
            <w:r w:rsidRPr="00DD56D4">
              <w:rPr>
                <w:rFonts w:ascii="Times New Roman" w:hAnsi="Times New Roman" w:cs="Times New Roman"/>
                <w:szCs w:val="22"/>
              </w:rPr>
              <w:t>,</w:t>
            </w:r>
          </w:p>
          <w:p w:rsidR="00106EC3" w:rsidRPr="00DD56D4" w:rsidRDefault="00E82994" w:rsidP="00B356ED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Министерство</w:t>
            </w:r>
            <w:r w:rsidR="00106EC3" w:rsidRPr="00DD56D4">
              <w:rPr>
                <w:rFonts w:ascii="Times New Roman" w:hAnsi="Times New Roman"/>
              </w:rPr>
              <w:t xml:space="preserve"> культуры Удмуртской Республики</w:t>
            </w:r>
          </w:p>
        </w:tc>
        <w:tc>
          <w:tcPr>
            <w:tcW w:w="1560" w:type="dxa"/>
          </w:tcPr>
          <w:p w:rsidR="009F795D" w:rsidRPr="00DD56D4" w:rsidRDefault="00723CD1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lastRenderedPageBreak/>
              <w:t>31.12.2022</w:t>
            </w:r>
          </w:p>
        </w:tc>
        <w:tc>
          <w:tcPr>
            <w:tcW w:w="3404" w:type="dxa"/>
          </w:tcPr>
          <w:p w:rsidR="009F795D" w:rsidRPr="00DD56D4" w:rsidRDefault="00723CD1" w:rsidP="00723CD1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Раз</w:t>
            </w:r>
            <w:r w:rsidR="00E82994" w:rsidRPr="00DD56D4">
              <w:rPr>
                <w:rFonts w:ascii="Times New Roman" w:hAnsi="Times New Roman"/>
              </w:rPr>
              <w:t>мещение актуальной информации о</w:t>
            </w:r>
            <w:r w:rsidR="009F795D" w:rsidRPr="00DD56D4">
              <w:rPr>
                <w:rFonts w:ascii="Times New Roman" w:hAnsi="Times New Roman"/>
              </w:rPr>
              <w:t xml:space="preserve"> реабилитационных организаци</w:t>
            </w:r>
            <w:r w:rsidRPr="00DD56D4">
              <w:rPr>
                <w:rFonts w:ascii="Times New Roman" w:hAnsi="Times New Roman"/>
              </w:rPr>
              <w:t>ях</w:t>
            </w:r>
            <w:r w:rsidR="009F795D" w:rsidRPr="00DD56D4">
              <w:rPr>
                <w:rFonts w:ascii="Times New Roman" w:hAnsi="Times New Roman"/>
              </w:rPr>
              <w:t xml:space="preserve">, подлежащих включению в систему комплексной реабилитации и </w:t>
            </w:r>
            <w:proofErr w:type="spellStart"/>
            <w:r w:rsidR="009F795D" w:rsidRPr="00DD56D4">
              <w:rPr>
                <w:rFonts w:ascii="Times New Roman" w:hAnsi="Times New Roman"/>
              </w:rPr>
              <w:t>абилитации</w:t>
            </w:r>
            <w:proofErr w:type="spellEnd"/>
            <w:r w:rsidR="009F795D" w:rsidRPr="00DD56D4">
              <w:rPr>
                <w:rFonts w:ascii="Times New Roman" w:hAnsi="Times New Roman"/>
              </w:rPr>
              <w:t xml:space="preserve"> инвалидов, в том числе детей-инвалидов, в Удмуртской Республике</w:t>
            </w:r>
          </w:p>
        </w:tc>
        <w:tc>
          <w:tcPr>
            <w:tcW w:w="3549" w:type="dxa"/>
          </w:tcPr>
          <w:p w:rsidR="00723CD1" w:rsidRPr="00DD56D4" w:rsidRDefault="00723CD1" w:rsidP="00723CD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</w:rPr>
            </w:pPr>
            <w:r w:rsidRPr="00DD56D4">
              <w:rPr>
                <w:rFonts w:ascii="Times New Roman" w:hAnsi="Times New Roman"/>
              </w:rPr>
              <w:t>Создан и поддерж</w:t>
            </w:r>
            <w:r w:rsidR="00E82994" w:rsidRPr="00DD56D4">
              <w:rPr>
                <w:rFonts w:ascii="Times New Roman" w:hAnsi="Times New Roman"/>
              </w:rPr>
              <w:t xml:space="preserve">ивается в актуальном состоянии </w:t>
            </w:r>
            <w:r w:rsidRPr="00DD56D4">
              <w:rPr>
                <w:rFonts w:ascii="Times New Roman" w:eastAsiaTheme="minorHAnsi" w:hAnsi="Times New Roman"/>
              </w:rPr>
              <w:t xml:space="preserve">реестр организаций, предоставляющих реабилитационные, </w:t>
            </w:r>
            <w:proofErr w:type="spellStart"/>
            <w:r w:rsidRPr="00DD56D4">
              <w:rPr>
                <w:rFonts w:ascii="Times New Roman" w:eastAsiaTheme="minorHAnsi" w:hAnsi="Times New Roman"/>
              </w:rPr>
              <w:t>абилитационные</w:t>
            </w:r>
            <w:proofErr w:type="spellEnd"/>
            <w:r w:rsidRPr="00DD56D4">
              <w:rPr>
                <w:rFonts w:ascii="Times New Roman" w:eastAsiaTheme="minorHAnsi" w:hAnsi="Times New Roman"/>
              </w:rPr>
              <w:t xml:space="preserve"> мероприятия (услуги) инвалидам, в том числе детям-инвалидам, в Удмуртской Республике</w:t>
            </w:r>
          </w:p>
          <w:p w:rsidR="009F795D" w:rsidRPr="00DD56D4" w:rsidRDefault="009F795D" w:rsidP="00F530E9">
            <w:pPr>
              <w:rPr>
                <w:rFonts w:ascii="Times New Roman" w:hAnsi="Times New Roman"/>
              </w:rPr>
            </w:pPr>
          </w:p>
        </w:tc>
      </w:tr>
      <w:tr w:rsidR="009F795D" w:rsidRPr="00DD56D4" w:rsidTr="009F795D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849" w:type="dxa"/>
          </w:tcPr>
          <w:p w:rsidR="009F795D" w:rsidRPr="00DD56D4" w:rsidRDefault="009F795D" w:rsidP="008C1D60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ind w:hanging="720"/>
              <w:rPr>
                <w:rFonts w:ascii="Times New Roman" w:hAnsi="Times New Roman"/>
              </w:rPr>
            </w:pPr>
          </w:p>
        </w:tc>
        <w:tc>
          <w:tcPr>
            <w:tcW w:w="3546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 xml:space="preserve">39.2.05.01. Мониторинг действующих нормативных правовых актов по организации системы комплексной реабилитации и </w:t>
            </w:r>
            <w:proofErr w:type="spellStart"/>
            <w:r w:rsidRPr="00DD56D4">
              <w:rPr>
                <w:rFonts w:ascii="Times New Roman" w:hAnsi="Times New Roman"/>
              </w:rPr>
              <w:t>абилитации</w:t>
            </w:r>
            <w:proofErr w:type="spellEnd"/>
            <w:r w:rsidRPr="00DD56D4">
              <w:rPr>
                <w:rFonts w:ascii="Times New Roman" w:hAnsi="Times New Roman"/>
              </w:rPr>
              <w:t xml:space="preserve"> инвалидов, в том числе детей-инвалидов, системы ранней помощи, сопровождаемого проживания инвалидов, подготовка предложений по разработке дополнительных документов.</w:t>
            </w:r>
          </w:p>
        </w:tc>
        <w:tc>
          <w:tcPr>
            <w:tcW w:w="2544" w:type="dxa"/>
          </w:tcPr>
          <w:p w:rsidR="00106EC3" w:rsidRPr="00DD56D4" w:rsidRDefault="00E82994" w:rsidP="00B356ED">
            <w:pPr>
              <w:pStyle w:val="ConsPlusNormal"/>
              <w:tabs>
                <w:tab w:val="left" w:pos="6078"/>
              </w:tabs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/>
              </w:rPr>
              <w:t>Министерство</w:t>
            </w:r>
            <w:r w:rsidR="009F795D" w:rsidRPr="00DD56D4">
              <w:rPr>
                <w:rFonts w:ascii="Times New Roman" w:hAnsi="Times New Roman"/>
              </w:rPr>
              <w:t xml:space="preserve"> социальной политики и труда Удмуртской Республики, </w:t>
            </w:r>
            <w:r w:rsidR="009F795D" w:rsidRPr="00DD56D4">
              <w:rPr>
                <w:rFonts w:ascii="Times New Roman" w:hAnsi="Times New Roman"/>
              </w:rPr>
              <w:br/>
            </w:r>
            <w:r w:rsidRPr="00DD56D4">
              <w:rPr>
                <w:rFonts w:ascii="Times New Roman" w:hAnsi="Times New Roman" w:cs="Times New Roman"/>
                <w:szCs w:val="22"/>
              </w:rPr>
              <w:t>Министерство</w:t>
            </w:r>
            <w:r w:rsidR="00106EC3" w:rsidRPr="00DD56D4">
              <w:rPr>
                <w:rFonts w:ascii="Times New Roman" w:hAnsi="Times New Roman" w:cs="Times New Roman"/>
                <w:szCs w:val="22"/>
              </w:rPr>
              <w:t xml:space="preserve"> образования и науки Удмуртской Республики, </w:t>
            </w:r>
            <w:r w:rsidR="00106EC3" w:rsidRPr="00DD56D4">
              <w:rPr>
                <w:rFonts w:ascii="Times New Roman" w:hAnsi="Times New Roman" w:cs="Times New Roman"/>
                <w:szCs w:val="22"/>
              </w:rPr>
              <w:br/>
            </w:r>
            <w:r w:rsidRPr="00DD56D4">
              <w:rPr>
                <w:rFonts w:ascii="Times New Roman" w:hAnsi="Times New Roman" w:cs="Times New Roman"/>
                <w:szCs w:val="22"/>
              </w:rPr>
              <w:t>М</w:t>
            </w:r>
            <w:r w:rsidR="00106EC3" w:rsidRPr="00DD56D4">
              <w:rPr>
                <w:rFonts w:ascii="Times New Roman" w:hAnsi="Times New Roman" w:cs="Times New Roman"/>
                <w:szCs w:val="22"/>
              </w:rPr>
              <w:t>инист</w:t>
            </w:r>
            <w:r w:rsidRPr="00DD56D4">
              <w:rPr>
                <w:rFonts w:ascii="Times New Roman" w:hAnsi="Times New Roman" w:cs="Times New Roman"/>
                <w:szCs w:val="22"/>
              </w:rPr>
              <w:t>ерство</w:t>
            </w:r>
            <w:r w:rsidR="00106EC3" w:rsidRPr="00DD56D4">
              <w:rPr>
                <w:rFonts w:ascii="Times New Roman" w:hAnsi="Times New Roman" w:cs="Times New Roman"/>
                <w:szCs w:val="22"/>
              </w:rPr>
              <w:t xml:space="preserve"> здраво</w:t>
            </w:r>
            <w:r w:rsidRPr="00DD56D4">
              <w:rPr>
                <w:rFonts w:ascii="Times New Roman" w:hAnsi="Times New Roman" w:cs="Times New Roman"/>
                <w:szCs w:val="22"/>
              </w:rPr>
              <w:t>охранения Удмуртской Республики,</w:t>
            </w:r>
          </w:p>
          <w:p w:rsidR="00106EC3" w:rsidRPr="00DD56D4" w:rsidRDefault="00E82994" w:rsidP="00B356ED">
            <w:pPr>
              <w:pStyle w:val="ConsPlusNormal"/>
              <w:tabs>
                <w:tab w:val="left" w:pos="6078"/>
              </w:tabs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Министерство</w:t>
            </w:r>
            <w:r w:rsidR="00106EC3" w:rsidRPr="00DD56D4">
              <w:rPr>
                <w:rFonts w:ascii="Times New Roman" w:hAnsi="Times New Roman" w:cs="Times New Roman"/>
                <w:szCs w:val="22"/>
              </w:rPr>
              <w:t xml:space="preserve"> по физической культуре, спорту и молодежной</w:t>
            </w:r>
            <w:r w:rsidRPr="00DD56D4">
              <w:rPr>
                <w:rFonts w:ascii="Times New Roman" w:hAnsi="Times New Roman" w:cs="Times New Roman"/>
                <w:szCs w:val="22"/>
              </w:rPr>
              <w:t xml:space="preserve"> политике Удмуртской Республики,</w:t>
            </w:r>
          </w:p>
          <w:p w:rsidR="009F795D" w:rsidRPr="00DD56D4" w:rsidRDefault="00D3014D" w:rsidP="00B356ED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Министерство</w:t>
            </w:r>
            <w:r w:rsidR="00106EC3" w:rsidRPr="00DD56D4">
              <w:rPr>
                <w:rFonts w:ascii="Times New Roman" w:hAnsi="Times New Roman"/>
              </w:rPr>
              <w:t xml:space="preserve"> культуры Удмуртской Республики</w:t>
            </w:r>
          </w:p>
        </w:tc>
        <w:tc>
          <w:tcPr>
            <w:tcW w:w="1560" w:type="dxa"/>
          </w:tcPr>
          <w:p w:rsidR="009F795D" w:rsidRPr="00DD56D4" w:rsidRDefault="009F795D" w:rsidP="00832EA5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31.12.202</w:t>
            </w:r>
            <w:r w:rsidR="00832EA5" w:rsidRPr="00DD56D4">
              <w:rPr>
                <w:rFonts w:ascii="Times New Roman" w:hAnsi="Times New Roman"/>
              </w:rPr>
              <w:t>2</w:t>
            </w:r>
          </w:p>
        </w:tc>
        <w:tc>
          <w:tcPr>
            <w:tcW w:w="3404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 xml:space="preserve">Подготовка реестра действующих нормативных правовых актов по организации системы комплексной реабилитации и </w:t>
            </w:r>
            <w:proofErr w:type="spellStart"/>
            <w:r w:rsidRPr="00DD56D4">
              <w:rPr>
                <w:rFonts w:ascii="Times New Roman" w:hAnsi="Times New Roman"/>
              </w:rPr>
              <w:t>абилитации</w:t>
            </w:r>
            <w:proofErr w:type="spellEnd"/>
            <w:r w:rsidRPr="00DD56D4">
              <w:rPr>
                <w:rFonts w:ascii="Times New Roman" w:hAnsi="Times New Roman"/>
              </w:rPr>
              <w:t xml:space="preserve"> инвалидов, в том числе детей-инвалидов в Удмуртской Республике, определение перечня необходимых к принятию ведомственных и межведомственных нормативных правовых актов</w:t>
            </w:r>
          </w:p>
        </w:tc>
        <w:tc>
          <w:tcPr>
            <w:tcW w:w="3549" w:type="dxa"/>
          </w:tcPr>
          <w:p w:rsidR="009F795D" w:rsidRPr="00DD56D4" w:rsidRDefault="009F795D" w:rsidP="003C6A73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 xml:space="preserve">Наличие реестра действующих нормативных правовых актов по организации системы комплексной реабилитации и </w:t>
            </w:r>
            <w:proofErr w:type="spellStart"/>
            <w:r w:rsidRPr="00DD56D4">
              <w:rPr>
                <w:rFonts w:ascii="Times New Roman" w:hAnsi="Times New Roman"/>
              </w:rPr>
              <w:t>абилитации</w:t>
            </w:r>
            <w:proofErr w:type="spellEnd"/>
            <w:r w:rsidRPr="00DD56D4">
              <w:rPr>
                <w:rFonts w:ascii="Times New Roman" w:hAnsi="Times New Roman"/>
              </w:rPr>
              <w:t xml:space="preserve"> инвалидов, в том числе детей-инвалидов в Удмуртской Республике, наличие перечня необходимых к принятию ведомственных и межведомственных нормативных правовых актов</w:t>
            </w:r>
          </w:p>
        </w:tc>
      </w:tr>
      <w:tr w:rsidR="009F795D" w:rsidRPr="00DD56D4" w:rsidTr="009F795D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849" w:type="dxa"/>
          </w:tcPr>
          <w:p w:rsidR="009F795D" w:rsidRPr="00DD56D4" w:rsidRDefault="009F795D" w:rsidP="008C1D60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ind w:hanging="720"/>
              <w:rPr>
                <w:rFonts w:ascii="Times New Roman" w:hAnsi="Times New Roman"/>
              </w:rPr>
            </w:pPr>
          </w:p>
        </w:tc>
        <w:tc>
          <w:tcPr>
            <w:tcW w:w="3546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 xml:space="preserve">39.2.05.02. Подготовка и принятие нормативных правовых актов по организации системы комплексной реабилитации и </w:t>
            </w:r>
            <w:proofErr w:type="spellStart"/>
            <w:r w:rsidRPr="00DD56D4">
              <w:rPr>
                <w:rFonts w:ascii="Times New Roman" w:hAnsi="Times New Roman"/>
              </w:rPr>
              <w:t>абилитации</w:t>
            </w:r>
            <w:proofErr w:type="spellEnd"/>
            <w:r w:rsidRPr="00DD56D4">
              <w:rPr>
                <w:rFonts w:ascii="Times New Roman" w:hAnsi="Times New Roman"/>
              </w:rPr>
              <w:t xml:space="preserve"> </w:t>
            </w:r>
            <w:r w:rsidRPr="00DD56D4">
              <w:rPr>
                <w:rFonts w:ascii="Times New Roman" w:hAnsi="Times New Roman"/>
              </w:rPr>
              <w:lastRenderedPageBreak/>
              <w:t>инвалидов, в том числе детей-инвалидов, системы ранней помощи, сопровождаемого проживания инвалидов в Удмуртской Республике</w:t>
            </w:r>
          </w:p>
        </w:tc>
        <w:tc>
          <w:tcPr>
            <w:tcW w:w="2544" w:type="dxa"/>
          </w:tcPr>
          <w:p w:rsidR="00106EC3" w:rsidRPr="00DD56D4" w:rsidRDefault="00D3014D" w:rsidP="00B356ED">
            <w:pPr>
              <w:pStyle w:val="ConsPlusNormal"/>
              <w:tabs>
                <w:tab w:val="left" w:pos="6078"/>
              </w:tabs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/>
              </w:rPr>
              <w:lastRenderedPageBreak/>
              <w:t>Министерство</w:t>
            </w:r>
            <w:r w:rsidR="009F795D" w:rsidRPr="00DD56D4">
              <w:rPr>
                <w:rFonts w:ascii="Times New Roman" w:hAnsi="Times New Roman"/>
              </w:rPr>
              <w:t xml:space="preserve"> социальной политики и труда Удмуртской Республики, </w:t>
            </w:r>
            <w:r w:rsidR="009F795D" w:rsidRPr="00DD56D4">
              <w:rPr>
                <w:rFonts w:ascii="Times New Roman" w:hAnsi="Times New Roman"/>
              </w:rPr>
              <w:br/>
            </w:r>
            <w:r w:rsidRPr="00DD56D4">
              <w:rPr>
                <w:rFonts w:ascii="Times New Roman" w:hAnsi="Times New Roman" w:cs="Times New Roman"/>
                <w:szCs w:val="22"/>
              </w:rPr>
              <w:lastRenderedPageBreak/>
              <w:t>Министерство</w:t>
            </w:r>
            <w:r w:rsidR="00106EC3" w:rsidRPr="00DD56D4">
              <w:rPr>
                <w:rFonts w:ascii="Times New Roman" w:hAnsi="Times New Roman" w:cs="Times New Roman"/>
                <w:szCs w:val="22"/>
              </w:rPr>
              <w:t xml:space="preserve"> образования и науки Удмуртской Республики, </w:t>
            </w:r>
            <w:r w:rsidR="00106EC3" w:rsidRPr="00DD56D4">
              <w:rPr>
                <w:rFonts w:ascii="Times New Roman" w:hAnsi="Times New Roman" w:cs="Times New Roman"/>
                <w:szCs w:val="22"/>
              </w:rPr>
              <w:br/>
            </w:r>
            <w:r w:rsidRPr="00DD56D4">
              <w:rPr>
                <w:rFonts w:ascii="Times New Roman" w:hAnsi="Times New Roman" w:cs="Times New Roman"/>
                <w:szCs w:val="22"/>
              </w:rPr>
              <w:t>Министерство</w:t>
            </w:r>
            <w:r w:rsidR="00106EC3" w:rsidRPr="00DD56D4">
              <w:rPr>
                <w:rFonts w:ascii="Times New Roman" w:hAnsi="Times New Roman" w:cs="Times New Roman"/>
                <w:szCs w:val="22"/>
              </w:rPr>
              <w:t xml:space="preserve"> здраво</w:t>
            </w:r>
            <w:r w:rsidRPr="00DD56D4">
              <w:rPr>
                <w:rFonts w:ascii="Times New Roman" w:hAnsi="Times New Roman" w:cs="Times New Roman"/>
                <w:szCs w:val="22"/>
              </w:rPr>
              <w:t>охранения Удмуртской Республики,</w:t>
            </w:r>
          </w:p>
          <w:p w:rsidR="00106EC3" w:rsidRPr="00DD56D4" w:rsidRDefault="00D3014D" w:rsidP="00B356ED">
            <w:pPr>
              <w:pStyle w:val="ConsPlusNormal"/>
              <w:tabs>
                <w:tab w:val="left" w:pos="6078"/>
              </w:tabs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Министерство</w:t>
            </w:r>
            <w:r w:rsidR="00106EC3" w:rsidRPr="00DD56D4">
              <w:rPr>
                <w:rFonts w:ascii="Times New Roman" w:hAnsi="Times New Roman" w:cs="Times New Roman"/>
                <w:szCs w:val="22"/>
              </w:rPr>
              <w:t xml:space="preserve"> по физической культуре, спорту и молодежной</w:t>
            </w:r>
            <w:r w:rsidRPr="00DD56D4">
              <w:rPr>
                <w:rFonts w:ascii="Times New Roman" w:hAnsi="Times New Roman" w:cs="Times New Roman"/>
                <w:szCs w:val="22"/>
              </w:rPr>
              <w:t xml:space="preserve"> политике Удмуртской Республики,</w:t>
            </w:r>
          </w:p>
          <w:p w:rsidR="009F795D" w:rsidRPr="00DD56D4" w:rsidRDefault="00D3014D" w:rsidP="00B356ED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Министерство</w:t>
            </w:r>
            <w:r w:rsidR="00106EC3" w:rsidRPr="00DD56D4">
              <w:rPr>
                <w:rFonts w:ascii="Times New Roman" w:hAnsi="Times New Roman"/>
              </w:rPr>
              <w:t xml:space="preserve"> культуры Удмуртской Республики</w:t>
            </w:r>
          </w:p>
        </w:tc>
        <w:tc>
          <w:tcPr>
            <w:tcW w:w="1560" w:type="dxa"/>
          </w:tcPr>
          <w:p w:rsidR="009F795D" w:rsidRPr="00DD56D4" w:rsidRDefault="009F795D" w:rsidP="00832EA5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lastRenderedPageBreak/>
              <w:t>31.12.202</w:t>
            </w:r>
            <w:r w:rsidR="00832EA5" w:rsidRPr="00DD56D4">
              <w:rPr>
                <w:rFonts w:ascii="Times New Roman" w:hAnsi="Times New Roman"/>
              </w:rPr>
              <w:t>2</w:t>
            </w:r>
          </w:p>
        </w:tc>
        <w:tc>
          <w:tcPr>
            <w:tcW w:w="3404" w:type="dxa"/>
          </w:tcPr>
          <w:p w:rsidR="009F795D" w:rsidRPr="00DD56D4" w:rsidRDefault="009F795D" w:rsidP="009113CB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 xml:space="preserve">Формирование нормативной правовой базы по организации системы комплексной реабилитации и </w:t>
            </w:r>
            <w:proofErr w:type="spellStart"/>
            <w:r w:rsidRPr="00DD56D4">
              <w:rPr>
                <w:rFonts w:ascii="Times New Roman" w:hAnsi="Times New Roman"/>
              </w:rPr>
              <w:t>абилитации</w:t>
            </w:r>
            <w:proofErr w:type="spellEnd"/>
            <w:r w:rsidRPr="00DD56D4">
              <w:rPr>
                <w:rFonts w:ascii="Times New Roman" w:hAnsi="Times New Roman"/>
              </w:rPr>
              <w:t xml:space="preserve"> </w:t>
            </w:r>
            <w:r w:rsidRPr="00DD56D4">
              <w:rPr>
                <w:rFonts w:ascii="Times New Roman" w:hAnsi="Times New Roman"/>
              </w:rPr>
              <w:lastRenderedPageBreak/>
              <w:t>инвалидов, в том числе детей-</w:t>
            </w:r>
            <w:proofErr w:type="spellStart"/>
            <w:r w:rsidRPr="00DD56D4">
              <w:rPr>
                <w:rFonts w:ascii="Times New Roman" w:hAnsi="Times New Roman"/>
              </w:rPr>
              <w:t>инвалдиов</w:t>
            </w:r>
            <w:proofErr w:type="spellEnd"/>
            <w:r w:rsidRPr="00DD56D4">
              <w:rPr>
                <w:rFonts w:ascii="Times New Roman" w:hAnsi="Times New Roman"/>
              </w:rPr>
              <w:t xml:space="preserve"> в Удмуртской Республике</w:t>
            </w:r>
          </w:p>
        </w:tc>
        <w:tc>
          <w:tcPr>
            <w:tcW w:w="3549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lastRenderedPageBreak/>
              <w:t xml:space="preserve">Наличие принятых нормативных правовых актов по организации системы комплексной реабилитации и </w:t>
            </w:r>
            <w:proofErr w:type="spellStart"/>
            <w:r w:rsidRPr="00DD56D4">
              <w:rPr>
                <w:rFonts w:ascii="Times New Roman" w:hAnsi="Times New Roman"/>
              </w:rPr>
              <w:t>абилитации</w:t>
            </w:r>
            <w:proofErr w:type="spellEnd"/>
            <w:r w:rsidRPr="00DD56D4">
              <w:rPr>
                <w:rFonts w:ascii="Times New Roman" w:hAnsi="Times New Roman"/>
              </w:rPr>
              <w:t xml:space="preserve"> </w:t>
            </w:r>
            <w:r w:rsidRPr="00DD56D4">
              <w:rPr>
                <w:rFonts w:ascii="Times New Roman" w:hAnsi="Times New Roman"/>
              </w:rPr>
              <w:lastRenderedPageBreak/>
              <w:t>инвалидов, в том числе детей-</w:t>
            </w:r>
            <w:proofErr w:type="spellStart"/>
            <w:r w:rsidRPr="00DD56D4">
              <w:rPr>
                <w:rFonts w:ascii="Times New Roman" w:hAnsi="Times New Roman"/>
              </w:rPr>
              <w:t>инвалдиов</w:t>
            </w:r>
            <w:proofErr w:type="spellEnd"/>
            <w:r w:rsidRPr="00DD56D4">
              <w:rPr>
                <w:rFonts w:ascii="Times New Roman" w:hAnsi="Times New Roman"/>
              </w:rPr>
              <w:t xml:space="preserve"> в Удмуртской Республике</w:t>
            </w:r>
          </w:p>
        </w:tc>
      </w:tr>
      <w:tr w:rsidR="009F795D" w:rsidRPr="00DD56D4" w:rsidTr="009F795D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849" w:type="dxa"/>
          </w:tcPr>
          <w:p w:rsidR="009F795D" w:rsidRPr="00DD56D4" w:rsidRDefault="009F795D" w:rsidP="008C1D60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ind w:hanging="720"/>
              <w:rPr>
                <w:rFonts w:ascii="Times New Roman" w:hAnsi="Times New Roman"/>
              </w:rPr>
            </w:pPr>
          </w:p>
        </w:tc>
        <w:tc>
          <w:tcPr>
            <w:tcW w:w="3546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 xml:space="preserve">39.2.06. Формирование условий для развития системы комплексной реабилитации и </w:t>
            </w:r>
            <w:proofErr w:type="spellStart"/>
            <w:r w:rsidRPr="00DD56D4">
              <w:rPr>
                <w:rFonts w:ascii="Times New Roman" w:hAnsi="Times New Roman"/>
              </w:rPr>
              <w:t>абилитации</w:t>
            </w:r>
            <w:proofErr w:type="spellEnd"/>
            <w:r w:rsidRPr="00DD56D4">
              <w:rPr>
                <w:rFonts w:ascii="Times New Roman" w:hAnsi="Times New Roman"/>
              </w:rPr>
              <w:t xml:space="preserve"> инвалидов, в том числе детей-инвалидов, а также ранней помощи, сопровождаемого проживания инвалидов в субъекте Российской Федерации</w:t>
            </w:r>
          </w:p>
        </w:tc>
        <w:tc>
          <w:tcPr>
            <w:tcW w:w="2544" w:type="dxa"/>
          </w:tcPr>
          <w:p w:rsidR="009F795D" w:rsidRPr="00DD56D4" w:rsidRDefault="00F712BA" w:rsidP="00B356ED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Министерство</w:t>
            </w:r>
            <w:r w:rsidR="009F795D" w:rsidRPr="00DD56D4">
              <w:rPr>
                <w:rFonts w:ascii="Times New Roman" w:hAnsi="Times New Roman"/>
              </w:rPr>
              <w:t xml:space="preserve"> социальной политики и труда Удмуртской Республики</w:t>
            </w:r>
            <w:r w:rsidRPr="00DD56D4">
              <w:rPr>
                <w:rFonts w:ascii="Times New Roman" w:hAnsi="Times New Roman"/>
              </w:rPr>
              <w:t>,</w:t>
            </w:r>
          </w:p>
          <w:p w:rsidR="00106EC3" w:rsidRPr="00DD56D4" w:rsidRDefault="00F712BA" w:rsidP="00B356ED">
            <w:pPr>
              <w:pStyle w:val="ConsPlusNormal"/>
              <w:tabs>
                <w:tab w:val="left" w:pos="6078"/>
              </w:tabs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Министерство</w:t>
            </w:r>
            <w:r w:rsidR="00106EC3" w:rsidRPr="00DD56D4">
              <w:rPr>
                <w:rFonts w:ascii="Times New Roman" w:hAnsi="Times New Roman" w:cs="Times New Roman"/>
                <w:szCs w:val="22"/>
              </w:rPr>
              <w:t xml:space="preserve"> образования и науки Удмуртской Республики, </w:t>
            </w:r>
            <w:r w:rsidR="00106EC3" w:rsidRPr="00DD56D4">
              <w:rPr>
                <w:rFonts w:ascii="Times New Roman" w:hAnsi="Times New Roman" w:cs="Times New Roman"/>
                <w:szCs w:val="22"/>
              </w:rPr>
              <w:br/>
            </w:r>
            <w:r w:rsidRPr="00DD56D4">
              <w:rPr>
                <w:rFonts w:ascii="Times New Roman" w:hAnsi="Times New Roman" w:cs="Times New Roman"/>
                <w:szCs w:val="22"/>
              </w:rPr>
              <w:t>Министерство</w:t>
            </w:r>
            <w:r w:rsidR="00106EC3" w:rsidRPr="00DD56D4">
              <w:rPr>
                <w:rFonts w:ascii="Times New Roman" w:hAnsi="Times New Roman" w:cs="Times New Roman"/>
                <w:szCs w:val="22"/>
              </w:rPr>
              <w:t xml:space="preserve"> здравоохранения Удмуртской Республики</w:t>
            </w:r>
            <w:r w:rsidRPr="00DD56D4">
              <w:rPr>
                <w:rFonts w:ascii="Times New Roman" w:hAnsi="Times New Roman" w:cs="Times New Roman"/>
                <w:szCs w:val="22"/>
              </w:rPr>
              <w:t>,</w:t>
            </w:r>
          </w:p>
          <w:p w:rsidR="00106EC3" w:rsidRPr="00DD56D4" w:rsidRDefault="00F712BA" w:rsidP="00B356ED">
            <w:pPr>
              <w:pStyle w:val="ConsPlusNormal"/>
              <w:tabs>
                <w:tab w:val="left" w:pos="6078"/>
              </w:tabs>
              <w:outlineLvl w:val="1"/>
              <w:rPr>
                <w:rFonts w:ascii="Times New Roman" w:hAnsi="Times New Roman" w:cs="Times New Roman"/>
                <w:szCs w:val="22"/>
              </w:rPr>
            </w:pPr>
            <w:r w:rsidRPr="00DD56D4">
              <w:rPr>
                <w:rFonts w:ascii="Times New Roman" w:hAnsi="Times New Roman" w:cs="Times New Roman"/>
                <w:szCs w:val="22"/>
              </w:rPr>
              <w:t>Министерство</w:t>
            </w:r>
            <w:r w:rsidR="00106EC3" w:rsidRPr="00DD56D4">
              <w:rPr>
                <w:rFonts w:ascii="Times New Roman" w:hAnsi="Times New Roman" w:cs="Times New Roman"/>
                <w:szCs w:val="22"/>
              </w:rPr>
              <w:t xml:space="preserve"> по </w:t>
            </w:r>
            <w:r w:rsidR="00106EC3" w:rsidRPr="00DD56D4">
              <w:rPr>
                <w:rFonts w:ascii="Times New Roman" w:hAnsi="Times New Roman" w:cs="Times New Roman"/>
                <w:szCs w:val="22"/>
              </w:rPr>
              <w:lastRenderedPageBreak/>
              <w:t xml:space="preserve">физической культуре, спорту и молодежной политике </w:t>
            </w:r>
            <w:r w:rsidRPr="00DD56D4">
              <w:rPr>
                <w:rFonts w:ascii="Times New Roman" w:hAnsi="Times New Roman" w:cs="Times New Roman"/>
                <w:szCs w:val="22"/>
              </w:rPr>
              <w:t>Удмуртской Республики,</w:t>
            </w:r>
          </w:p>
          <w:p w:rsidR="00106EC3" w:rsidRPr="00DD56D4" w:rsidRDefault="00F712BA" w:rsidP="00F712BA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М</w:t>
            </w:r>
            <w:r w:rsidR="00106EC3" w:rsidRPr="00DD56D4">
              <w:rPr>
                <w:rFonts w:ascii="Times New Roman" w:hAnsi="Times New Roman"/>
              </w:rPr>
              <w:t>инист</w:t>
            </w:r>
            <w:r w:rsidRPr="00DD56D4">
              <w:rPr>
                <w:rFonts w:ascii="Times New Roman" w:hAnsi="Times New Roman"/>
              </w:rPr>
              <w:t>ерство</w:t>
            </w:r>
            <w:r w:rsidR="00106EC3" w:rsidRPr="00DD56D4">
              <w:rPr>
                <w:rFonts w:ascii="Times New Roman" w:hAnsi="Times New Roman"/>
              </w:rPr>
              <w:t xml:space="preserve"> культуры Удмуртской Республики</w:t>
            </w:r>
          </w:p>
        </w:tc>
        <w:tc>
          <w:tcPr>
            <w:tcW w:w="1560" w:type="dxa"/>
          </w:tcPr>
          <w:p w:rsidR="009F795D" w:rsidRPr="00DD56D4" w:rsidRDefault="009F795D" w:rsidP="00832EA5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lastRenderedPageBreak/>
              <w:t>31.12.202</w:t>
            </w:r>
            <w:r w:rsidR="00832EA5" w:rsidRPr="00DD56D4">
              <w:rPr>
                <w:rFonts w:ascii="Times New Roman" w:hAnsi="Times New Roman"/>
              </w:rPr>
              <w:t>2</w:t>
            </w:r>
          </w:p>
        </w:tc>
        <w:tc>
          <w:tcPr>
            <w:tcW w:w="3404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 xml:space="preserve">Повышение доступности и качества реабилитационных и </w:t>
            </w:r>
            <w:proofErr w:type="spellStart"/>
            <w:r w:rsidRPr="00DD56D4">
              <w:rPr>
                <w:rFonts w:ascii="Times New Roman" w:hAnsi="Times New Roman"/>
              </w:rPr>
              <w:t>абилитационных</w:t>
            </w:r>
            <w:proofErr w:type="spellEnd"/>
            <w:r w:rsidRPr="00DD56D4">
              <w:rPr>
                <w:rFonts w:ascii="Times New Roman" w:hAnsi="Times New Roman"/>
              </w:rPr>
              <w:t xml:space="preserve"> услуг, создание и развитие системы комплексной реабилитации и </w:t>
            </w:r>
            <w:proofErr w:type="spellStart"/>
            <w:r w:rsidRPr="00DD56D4">
              <w:rPr>
                <w:rFonts w:ascii="Times New Roman" w:hAnsi="Times New Roman"/>
              </w:rPr>
              <w:t>абилитации</w:t>
            </w:r>
            <w:proofErr w:type="spellEnd"/>
            <w:r w:rsidRPr="00DD56D4">
              <w:rPr>
                <w:rFonts w:ascii="Times New Roman" w:hAnsi="Times New Roman"/>
              </w:rPr>
              <w:t xml:space="preserve"> инвалидов, в том числе детей-инвалидов</w:t>
            </w:r>
          </w:p>
        </w:tc>
        <w:tc>
          <w:tcPr>
            <w:tcW w:w="3549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 xml:space="preserve">39.0.2.доля инвалидов, в отношении которых осуществлялись мероприятия по реабилитации и (или) </w:t>
            </w:r>
            <w:proofErr w:type="spellStart"/>
            <w:r w:rsidRPr="00DD56D4">
              <w:rPr>
                <w:rFonts w:ascii="Times New Roman" w:hAnsi="Times New Roman"/>
              </w:rPr>
              <w:t>абилитации</w:t>
            </w:r>
            <w:proofErr w:type="spellEnd"/>
            <w:r w:rsidRPr="00DD56D4">
              <w:rPr>
                <w:rFonts w:ascii="Times New Roman" w:hAnsi="Times New Roman"/>
              </w:rPr>
              <w:t xml:space="preserve">, в общей численности инвалидов в Удмуртской Республике, имеющих такие рекомендации в индивидуальной программе реабилитации или </w:t>
            </w:r>
            <w:proofErr w:type="spellStart"/>
            <w:r w:rsidRPr="00DD56D4">
              <w:rPr>
                <w:rFonts w:ascii="Times New Roman" w:hAnsi="Times New Roman"/>
              </w:rPr>
              <w:t>абилитации</w:t>
            </w:r>
            <w:proofErr w:type="spellEnd"/>
            <w:r w:rsidRPr="00DD56D4">
              <w:rPr>
                <w:rFonts w:ascii="Times New Roman" w:hAnsi="Times New Roman"/>
              </w:rPr>
              <w:t xml:space="preserve"> (взрослые) – </w:t>
            </w:r>
            <w:r w:rsidR="00832EA5" w:rsidRPr="00DD56D4">
              <w:rPr>
                <w:rFonts w:ascii="Times New Roman" w:hAnsi="Times New Roman"/>
              </w:rPr>
              <w:t>80,0</w:t>
            </w:r>
            <w:r w:rsidRPr="00DD56D4">
              <w:rPr>
                <w:rFonts w:ascii="Times New Roman" w:hAnsi="Times New Roman"/>
              </w:rPr>
              <w:t>%</w:t>
            </w:r>
          </w:p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 xml:space="preserve">39.0.3. доля инвалидов, в отношении которых осуществлялись мероприятия по </w:t>
            </w:r>
            <w:r w:rsidRPr="00DD56D4">
              <w:rPr>
                <w:rFonts w:ascii="Times New Roman" w:hAnsi="Times New Roman"/>
              </w:rPr>
              <w:lastRenderedPageBreak/>
              <w:t xml:space="preserve">реабилитации и (или) </w:t>
            </w:r>
            <w:proofErr w:type="spellStart"/>
            <w:r w:rsidRPr="00DD56D4">
              <w:rPr>
                <w:rFonts w:ascii="Times New Roman" w:hAnsi="Times New Roman"/>
              </w:rPr>
              <w:t>абилитации</w:t>
            </w:r>
            <w:proofErr w:type="spellEnd"/>
            <w:r w:rsidRPr="00DD56D4">
              <w:rPr>
                <w:rFonts w:ascii="Times New Roman" w:hAnsi="Times New Roman"/>
              </w:rPr>
              <w:t xml:space="preserve">, в общей численности инвалидов в Удмуртской Республике, имеющих такие рекомендации в индивидуальной программе реабилитации или </w:t>
            </w:r>
            <w:proofErr w:type="spellStart"/>
            <w:r w:rsidRPr="00DD56D4">
              <w:rPr>
                <w:rFonts w:ascii="Times New Roman" w:hAnsi="Times New Roman"/>
              </w:rPr>
              <w:t>абилитации</w:t>
            </w:r>
            <w:proofErr w:type="spellEnd"/>
            <w:r w:rsidRPr="00DD56D4">
              <w:rPr>
                <w:rFonts w:ascii="Times New Roman" w:hAnsi="Times New Roman"/>
              </w:rPr>
              <w:t xml:space="preserve"> (дети) – </w:t>
            </w:r>
            <w:r w:rsidR="00832EA5" w:rsidRPr="00DD56D4">
              <w:rPr>
                <w:rFonts w:ascii="Times New Roman" w:hAnsi="Times New Roman"/>
              </w:rPr>
              <w:t>84,0</w:t>
            </w:r>
            <w:r w:rsidRPr="00DD56D4">
              <w:rPr>
                <w:rFonts w:ascii="Times New Roman" w:hAnsi="Times New Roman"/>
              </w:rPr>
              <w:t>%</w:t>
            </w:r>
          </w:p>
          <w:p w:rsidR="009F795D" w:rsidRPr="00DD56D4" w:rsidRDefault="009F795D" w:rsidP="00832EA5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 xml:space="preserve">39.2.10. доля семей в Удмуртской Республике, включенных в программы ранней помощи, удовлетворенных качеством услуг ранней помощи – </w:t>
            </w:r>
            <w:r w:rsidR="00832EA5" w:rsidRPr="00DD56D4">
              <w:rPr>
                <w:rFonts w:ascii="Times New Roman" w:hAnsi="Times New Roman"/>
              </w:rPr>
              <w:t>99</w:t>
            </w:r>
            <w:r w:rsidRPr="00DD56D4">
              <w:rPr>
                <w:rFonts w:ascii="Times New Roman" w:hAnsi="Times New Roman"/>
              </w:rPr>
              <w:t>%</w:t>
            </w:r>
          </w:p>
        </w:tc>
      </w:tr>
      <w:tr w:rsidR="009F795D" w:rsidRPr="00DD56D4" w:rsidTr="009F795D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849" w:type="dxa"/>
          </w:tcPr>
          <w:p w:rsidR="009F795D" w:rsidRPr="00DD56D4" w:rsidRDefault="009F795D" w:rsidP="008C1D60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ind w:hanging="720"/>
              <w:rPr>
                <w:rFonts w:ascii="Times New Roman" w:hAnsi="Times New Roman"/>
              </w:rPr>
            </w:pPr>
          </w:p>
        </w:tc>
        <w:tc>
          <w:tcPr>
            <w:tcW w:w="3546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39.2.06.01. Организация работы центров проката технических средств реабилитации для инвалидов, в том числе для детей-инвалидов</w:t>
            </w:r>
          </w:p>
        </w:tc>
        <w:tc>
          <w:tcPr>
            <w:tcW w:w="2544" w:type="dxa"/>
          </w:tcPr>
          <w:p w:rsidR="009F795D" w:rsidRPr="00DD56D4" w:rsidRDefault="00F712BA" w:rsidP="00F712BA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М</w:t>
            </w:r>
            <w:r w:rsidR="009F795D" w:rsidRPr="00DD56D4">
              <w:rPr>
                <w:rFonts w:ascii="Times New Roman" w:hAnsi="Times New Roman"/>
              </w:rPr>
              <w:t>инист</w:t>
            </w:r>
            <w:r w:rsidRPr="00DD56D4">
              <w:rPr>
                <w:rFonts w:ascii="Times New Roman" w:hAnsi="Times New Roman"/>
              </w:rPr>
              <w:t>ерство</w:t>
            </w:r>
            <w:r w:rsidR="009F795D" w:rsidRPr="00DD56D4">
              <w:rPr>
                <w:rFonts w:ascii="Times New Roman" w:hAnsi="Times New Roman"/>
              </w:rPr>
              <w:t xml:space="preserve"> социальной политики и труда Удмуртской Республики</w:t>
            </w:r>
          </w:p>
        </w:tc>
        <w:tc>
          <w:tcPr>
            <w:tcW w:w="1560" w:type="dxa"/>
          </w:tcPr>
          <w:p w:rsidR="009F795D" w:rsidRPr="00DD56D4" w:rsidRDefault="009F795D" w:rsidP="00832EA5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31.12.202</w:t>
            </w:r>
            <w:r w:rsidR="00832EA5" w:rsidRPr="00DD56D4">
              <w:rPr>
                <w:rFonts w:ascii="Times New Roman" w:hAnsi="Times New Roman"/>
              </w:rPr>
              <w:t>2</w:t>
            </w:r>
          </w:p>
        </w:tc>
        <w:tc>
          <w:tcPr>
            <w:tcW w:w="3404" w:type="dxa"/>
          </w:tcPr>
          <w:p w:rsidR="009F795D" w:rsidRPr="00DD56D4" w:rsidRDefault="009F795D" w:rsidP="006256AB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Предоставление услуг проката реабилитационного оборудования семьям с детьми-инвалидами раннего возраста на базе АУ СО УР «Республиканский реабилитационный центр для детей и подростков с ограниченными возможностями»</w:t>
            </w:r>
          </w:p>
        </w:tc>
        <w:tc>
          <w:tcPr>
            <w:tcW w:w="3549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Повышение уровня и качества жизни инвалидов, в том числе семей, воспитывающих детей-инвалидов, улучшение социального самочувствия и психологического климата в этих семьях, их социализации и интеграции в обществе</w:t>
            </w:r>
          </w:p>
        </w:tc>
      </w:tr>
      <w:tr w:rsidR="009F795D" w:rsidRPr="00DD56D4" w:rsidTr="009F795D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849" w:type="dxa"/>
          </w:tcPr>
          <w:p w:rsidR="009F795D" w:rsidRPr="00DD56D4" w:rsidRDefault="009F795D" w:rsidP="008C1D60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ind w:hanging="720"/>
              <w:rPr>
                <w:rFonts w:ascii="Times New Roman" w:hAnsi="Times New Roman"/>
              </w:rPr>
            </w:pPr>
          </w:p>
        </w:tc>
        <w:tc>
          <w:tcPr>
            <w:tcW w:w="3546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 xml:space="preserve">39.2.06.02. Обучение инвалидов, в том числе детей-инвалидов, и членов их семей навыкам ухода, подбору и пользованию техническими средствами реабилитации, реабилитационным навыкам, в том числе обучение </w:t>
            </w:r>
            <w:r w:rsidRPr="00DD56D4">
              <w:rPr>
                <w:rFonts w:ascii="Times New Roman" w:hAnsi="Times New Roman"/>
              </w:rPr>
              <w:lastRenderedPageBreak/>
              <w:t>слепоглухих инвалидов пользованию вспомогательными средствами для коммуникации и информации</w:t>
            </w:r>
          </w:p>
        </w:tc>
        <w:tc>
          <w:tcPr>
            <w:tcW w:w="2544" w:type="dxa"/>
          </w:tcPr>
          <w:p w:rsidR="009F795D" w:rsidRPr="00DD56D4" w:rsidRDefault="00F712BA" w:rsidP="00B356ED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lastRenderedPageBreak/>
              <w:t>Министерство</w:t>
            </w:r>
            <w:r w:rsidR="009F795D" w:rsidRPr="00DD56D4">
              <w:rPr>
                <w:rFonts w:ascii="Times New Roman" w:hAnsi="Times New Roman"/>
              </w:rPr>
              <w:t xml:space="preserve"> социальной политики и труда Удмуртской Республики</w:t>
            </w:r>
          </w:p>
        </w:tc>
        <w:tc>
          <w:tcPr>
            <w:tcW w:w="1560" w:type="dxa"/>
          </w:tcPr>
          <w:p w:rsidR="009F795D" w:rsidRPr="00DD56D4" w:rsidRDefault="009F795D" w:rsidP="00A759B7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31.12.202</w:t>
            </w:r>
            <w:r w:rsidR="00A759B7" w:rsidRPr="00DD56D4">
              <w:rPr>
                <w:rFonts w:ascii="Times New Roman" w:hAnsi="Times New Roman"/>
              </w:rPr>
              <w:t>2</w:t>
            </w:r>
          </w:p>
        </w:tc>
        <w:tc>
          <w:tcPr>
            <w:tcW w:w="3404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 xml:space="preserve">Развитие и улучшение у инвалидов, в том числе детей-инвалидов и членов их семей, навыков ухода, подбора и пользования техническими средствами реабилитации, реабилитационных навыков </w:t>
            </w:r>
          </w:p>
        </w:tc>
        <w:tc>
          <w:tcPr>
            <w:tcW w:w="3549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 xml:space="preserve">Повышение уровня и качества жизни инвалидов, семей, воспитывающих детей-инвалидов, улучшение социального самочувствия и психологического климата в этих семьях, их социализации и интеграции в </w:t>
            </w:r>
            <w:r w:rsidRPr="00DD56D4">
              <w:rPr>
                <w:rFonts w:ascii="Times New Roman" w:hAnsi="Times New Roman"/>
              </w:rPr>
              <w:lastRenderedPageBreak/>
              <w:t>обществе</w:t>
            </w:r>
          </w:p>
        </w:tc>
      </w:tr>
      <w:tr w:rsidR="009F795D" w:rsidRPr="00DD56D4" w:rsidTr="009F795D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849" w:type="dxa"/>
          </w:tcPr>
          <w:p w:rsidR="009F795D" w:rsidRPr="00DD56D4" w:rsidRDefault="009F795D" w:rsidP="008C1D60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ind w:hanging="720"/>
              <w:rPr>
                <w:rFonts w:ascii="Times New Roman" w:hAnsi="Times New Roman"/>
              </w:rPr>
            </w:pPr>
          </w:p>
        </w:tc>
        <w:tc>
          <w:tcPr>
            <w:tcW w:w="3546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 xml:space="preserve">39.2.06.03. Организация обучения (профессиональная переподготовка, повышение квалификации) специалистов, предоставляющих услуги реабилитации и </w:t>
            </w:r>
            <w:proofErr w:type="spellStart"/>
            <w:r w:rsidRPr="00DD56D4">
              <w:rPr>
                <w:rFonts w:ascii="Times New Roman" w:hAnsi="Times New Roman"/>
              </w:rPr>
              <w:t>абилитации</w:t>
            </w:r>
            <w:proofErr w:type="spellEnd"/>
            <w:r w:rsidRPr="00DD56D4">
              <w:rPr>
                <w:rFonts w:ascii="Times New Roman" w:hAnsi="Times New Roman"/>
              </w:rPr>
              <w:t xml:space="preserve"> инвалидов, в том числе детей-инвалидов, сопровождаемого проживания, ранней помощи  </w:t>
            </w:r>
          </w:p>
        </w:tc>
        <w:tc>
          <w:tcPr>
            <w:tcW w:w="2544" w:type="dxa"/>
          </w:tcPr>
          <w:p w:rsidR="009F795D" w:rsidRPr="00DD56D4" w:rsidRDefault="00F712BA" w:rsidP="00F712BA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Министерство</w:t>
            </w:r>
            <w:r w:rsidR="009F795D" w:rsidRPr="00DD56D4">
              <w:rPr>
                <w:rFonts w:ascii="Times New Roman" w:hAnsi="Times New Roman"/>
              </w:rPr>
              <w:t xml:space="preserve"> социальной политики и труда Удмуртской Республики, </w:t>
            </w:r>
            <w:r w:rsidR="009F795D" w:rsidRPr="00DD56D4">
              <w:rPr>
                <w:rFonts w:ascii="Times New Roman" w:hAnsi="Times New Roman"/>
              </w:rPr>
              <w:br/>
            </w:r>
            <w:r w:rsidRPr="00DD56D4">
              <w:rPr>
                <w:rFonts w:ascii="Times New Roman" w:hAnsi="Times New Roman"/>
              </w:rPr>
              <w:t>М</w:t>
            </w:r>
            <w:r w:rsidR="009F795D" w:rsidRPr="00DD56D4">
              <w:rPr>
                <w:rFonts w:ascii="Times New Roman" w:hAnsi="Times New Roman"/>
              </w:rPr>
              <w:t>инист</w:t>
            </w:r>
            <w:r w:rsidRPr="00DD56D4">
              <w:rPr>
                <w:rFonts w:ascii="Times New Roman" w:hAnsi="Times New Roman"/>
              </w:rPr>
              <w:t>ерство</w:t>
            </w:r>
            <w:r w:rsidR="009F795D" w:rsidRPr="00DD56D4">
              <w:rPr>
                <w:rFonts w:ascii="Times New Roman" w:hAnsi="Times New Roman"/>
              </w:rPr>
              <w:t xml:space="preserve"> здравоохранения Удмуртской Республики</w:t>
            </w:r>
          </w:p>
        </w:tc>
        <w:tc>
          <w:tcPr>
            <w:tcW w:w="1560" w:type="dxa"/>
          </w:tcPr>
          <w:p w:rsidR="009F795D" w:rsidRPr="00DD56D4" w:rsidRDefault="009F795D" w:rsidP="00A759B7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31.12.202</w:t>
            </w:r>
            <w:r w:rsidR="00A759B7" w:rsidRPr="00DD56D4">
              <w:rPr>
                <w:rFonts w:ascii="Times New Roman" w:hAnsi="Times New Roman"/>
              </w:rPr>
              <w:t>2</w:t>
            </w:r>
          </w:p>
        </w:tc>
        <w:tc>
          <w:tcPr>
            <w:tcW w:w="3404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 xml:space="preserve">Повышение профессиональной компетентности и уровня квалификации специалистов, занимающихся вопросами социальной, профессиональной и медицинской реабилитации и </w:t>
            </w:r>
            <w:proofErr w:type="spellStart"/>
            <w:r w:rsidRPr="00DD56D4">
              <w:rPr>
                <w:rFonts w:ascii="Times New Roman" w:hAnsi="Times New Roman"/>
              </w:rPr>
              <w:t>абилитации</w:t>
            </w:r>
            <w:proofErr w:type="spellEnd"/>
            <w:r w:rsidRPr="00DD56D4">
              <w:rPr>
                <w:rFonts w:ascii="Times New Roman" w:hAnsi="Times New Roman"/>
              </w:rPr>
              <w:t xml:space="preserve"> инвалидов, в том числе детей-инвалидов, сопровождаемого проживания, ранней помощи</w:t>
            </w:r>
          </w:p>
        </w:tc>
        <w:tc>
          <w:tcPr>
            <w:tcW w:w="3549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 xml:space="preserve">39.2.9. доля специалистов в Удмуртской Республике, обеспечивающих оказание реабилитационных и (или) </w:t>
            </w:r>
            <w:proofErr w:type="spellStart"/>
            <w:r w:rsidRPr="00DD56D4">
              <w:rPr>
                <w:rFonts w:ascii="Times New Roman" w:hAnsi="Times New Roman"/>
              </w:rPr>
              <w:t>абилитационных</w:t>
            </w:r>
            <w:proofErr w:type="spellEnd"/>
            <w:r w:rsidRPr="00DD56D4">
              <w:rPr>
                <w:rFonts w:ascii="Times New Roman" w:hAnsi="Times New Roman"/>
              </w:rPr>
              <w:t xml:space="preserve"> мероприятий инвалидам, в том числе детям-инвалидам, прошедших обучение по программам повышения квалификации и профессиональной переподготовки специалистов, в том числе по применению методик по реабилитации и </w:t>
            </w:r>
            <w:proofErr w:type="spellStart"/>
            <w:r w:rsidRPr="00DD56D4">
              <w:rPr>
                <w:rFonts w:ascii="Times New Roman" w:hAnsi="Times New Roman"/>
              </w:rPr>
              <w:t>абилитации</w:t>
            </w:r>
            <w:proofErr w:type="spellEnd"/>
            <w:r w:rsidRPr="00DD56D4">
              <w:rPr>
                <w:rFonts w:ascii="Times New Roman" w:hAnsi="Times New Roman"/>
              </w:rPr>
              <w:t xml:space="preserve"> инвалидов, в общей численности таких специалистов в Удмуртской Республике – 100%</w:t>
            </w:r>
          </w:p>
        </w:tc>
      </w:tr>
      <w:tr w:rsidR="009F795D" w:rsidRPr="00DD56D4" w:rsidTr="009F795D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849" w:type="dxa"/>
          </w:tcPr>
          <w:p w:rsidR="009F795D" w:rsidRPr="00DD56D4" w:rsidRDefault="009F795D" w:rsidP="008C1D60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ind w:hanging="720"/>
              <w:rPr>
                <w:rFonts w:ascii="Times New Roman" w:hAnsi="Times New Roman"/>
              </w:rPr>
            </w:pPr>
          </w:p>
        </w:tc>
        <w:tc>
          <w:tcPr>
            <w:tcW w:w="3546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39.2.06.04. Оснащение организаций, осуществляющих социальную и профессиональную реабилитацию инвалидов, в том числе детей-инвалидов, реабилитационным оборудованием</w:t>
            </w:r>
          </w:p>
        </w:tc>
        <w:tc>
          <w:tcPr>
            <w:tcW w:w="2544" w:type="dxa"/>
          </w:tcPr>
          <w:p w:rsidR="009F795D" w:rsidRPr="00DD56D4" w:rsidRDefault="00F712BA" w:rsidP="00F712BA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Министерство</w:t>
            </w:r>
            <w:r w:rsidR="009F795D" w:rsidRPr="00DD56D4">
              <w:rPr>
                <w:rFonts w:ascii="Times New Roman" w:hAnsi="Times New Roman"/>
              </w:rPr>
              <w:t xml:space="preserve"> социальной политики и труда Удмуртской Республики, </w:t>
            </w:r>
            <w:r w:rsidR="009F795D" w:rsidRPr="00DD56D4">
              <w:rPr>
                <w:rFonts w:ascii="Times New Roman" w:hAnsi="Times New Roman"/>
              </w:rPr>
              <w:br/>
            </w:r>
            <w:r w:rsidRPr="00DD56D4">
              <w:rPr>
                <w:rFonts w:ascii="Times New Roman" w:hAnsi="Times New Roman"/>
              </w:rPr>
              <w:t>Министерство</w:t>
            </w:r>
            <w:r w:rsidR="009F795D" w:rsidRPr="00DD56D4">
              <w:rPr>
                <w:rFonts w:ascii="Times New Roman" w:hAnsi="Times New Roman"/>
              </w:rPr>
              <w:t xml:space="preserve"> образования и науки Удмуртской Республики, </w:t>
            </w:r>
            <w:r w:rsidR="009F795D" w:rsidRPr="00DD56D4">
              <w:rPr>
                <w:rFonts w:ascii="Times New Roman" w:hAnsi="Times New Roman"/>
              </w:rPr>
              <w:br/>
            </w:r>
            <w:r w:rsidRPr="00DD56D4">
              <w:rPr>
                <w:rFonts w:ascii="Times New Roman" w:hAnsi="Times New Roman"/>
              </w:rPr>
              <w:lastRenderedPageBreak/>
              <w:t>М</w:t>
            </w:r>
            <w:r w:rsidR="009F795D" w:rsidRPr="00DD56D4">
              <w:rPr>
                <w:rFonts w:ascii="Times New Roman" w:hAnsi="Times New Roman"/>
              </w:rPr>
              <w:t>ин</w:t>
            </w:r>
            <w:r w:rsidRPr="00DD56D4">
              <w:rPr>
                <w:rFonts w:ascii="Times New Roman" w:hAnsi="Times New Roman"/>
              </w:rPr>
              <w:t>истерство</w:t>
            </w:r>
            <w:r w:rsidR="009F795D" w:rsidRPr="00DD56D4">
              <w:rPr>
                <w:rFonts w:ascii="Times New Roman" w:hAnsi="Times New Roman"/>
              </w:rPr>
              <w:t xml:space="preserve"> здравоохранения Удмуртской Республики</w:t>
            </w:r>
          </w:p>
        </w:tc>
        <w:tc>
          <w:tcPr>
            <w:tcW w:w="1560" w:type="dxa"/>
          </w:tcPr>
          <w:p w:rsidR="009F795D" w:rsidRPr="00DD56D4" w:rsidRDefault="009F795D" w:rsidP="00A759B7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lastRenderedPageBreak/>
              <w:t>31.12.202</w:t>
            </w:r>
            <w:r w:rsidR="00A759B7" w:rsidRPr="00DD56D4">
              <w:rPr>
                <w:rFonts w:ascii="Times New Roman" w:hAnsi="Times New Roman"/>
              </w:rPr>
              <w:t>2</w:t>
            </w:r>
          </w:p>
        </w:tc>
        <w:tc>
          <w:tcPr>
            <w:tcW w:w="3404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 xml:space="preserve">Увеличение числа организаций, осуществляющих социальную и профессиональную реабилитацию инвалидов, в том числе детей-инвалидов, оснащенных специализированным оборудованием </w:t>
            </w:r>
          </w:p>
        </w:tc>
        <w:tc>
          <w:tcPr>
            <w:tcW w:w="3549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 xml:space="preserve">Улучшение социального самочувствия, повышение уровня социализации и интеграции в обществе инвалидов, в том числе детей-инвалидов </w:t>
            </w:r>
          </w:p>
        </w:tc>
      </w:tr>
      <w:tr w:rsidR="009F795D" w:rsidRPr="00DD56D4" w:rsidTr="009F795D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849" w:type="dxa"/>
          </w:tcPr>
          <w:p w:rsidR="009F795D" w:rsidRPr="00DD56D4" w:rsidRDefault="009F795D" w:rsidP="008C1D60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ind w:hanging="720"/>
              <w:rPr>
                <w:rFonts w:ascii="Times New Roman" w:hAnsi="Times New Roman"/>
              </w:rPr>
            </w:pPr>
          </w:p>
        </w:tc>
        <w:tc>
          <w:tcPr>
            <w:tcW w:w="3546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 xml:space="preserve">39.2.06.05. </w:t>
            </w:r>
            <w:r w:rsidR="00CE65A7" w:rsidRPr="00DD56D4">
              <w:rPr>
                <w:rFonts w:ascii="Times New Roman" w:hAnsi="Times New Roman"/>
              </w:rPr>
              <w:t>Оснащение организаций соци</w:t>
            </w:r>
            <w:r w:rsidR="00557BD5" w:rsidRPr="00DD56D4">
              <w:rPr>
                <w:rFonts w:ascii="Times New Roman" w:hAnsi="Times New Roman"/>
              </w:rPr>
              <w:t xml:space="preserve">ального обслуживания мебелью и </w:t>
            </w:r>
            <w:r w:rsidR="00CE65A7" w:rsidRPr="00DD56D4">
              <w:rPr>
                <w:rFonts w:ascii="Times New Roman" w:hAnsi="Times New Roman"/>
              </w:rPr>
              <w:t>бытовой техникой для социально-средовой и социально-бытовой реабилитации в условиях сопровождаемого проживания</w:t>
            </w:r>
          </w:p>
        </w:tc>
        <w:tc>
          <w:tcPr>
            <w:tcW w:w="2544" w:type="dxa"/>
          </w:tcPr>
          <w:p w:rsidR="009F795D" w:rsidRPr="00DD56D4" w:rsidRDefault="00F712BA" w:rsidP="00B356ED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Министерство</w:t>
            </w:r>
            <w:r w:rsidR="009F795D" w:rsidRPr="00DD56D4">
              <w:rPr>
                <w:rFonts w:ascii="Times New Roman" w:hAnsi="Times New Roman"/>
              </w:rPr>
              <w:t xml:space="preserve"> социальной политики и труда Удмуртской Республики</w:t>
            </w:r>
          </w:p>
        </w:tc>
        <w:tc>
          <w:tcPr>
            <w:tcW w:w="1560" w:type="dxa"/>
          </w:tcPr>
          <w:p w:rsidR="009F795D" w:rsidRPr="00DD56D4" w:rsidRDefault="009F795D" w:rsidP="00A759B7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31.12.202</w:t>
            </w:r>
            <w:r w:rsidR="00A759B7" w:rsidRPr="00DD56D4">
              <w:rPr>
                <w:rFonts w:ascii="Times New Roman" w:hAnsi="Times New Roman"/>
              </w:rPr>
              <w:t>2</w:t>
            </w:r>
          </w:p>
        </w:tc>
        <w:tc>
          <w:tcPr>
            <w:tcW w:w="3404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 xml:space="preserve">Увеличение числа организаций, осуществляющих социально-средовую и социально-бытовую реабилитацию в условиях сопровождаемого проживания, оснащенных специализированным оборудованием </w:t>
            </w:r>
          </w:p>
        </w:tc>
        <w:tc>
          <w:tcPr>
            <w:tcW w:w="3549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Повышение уровня и качества жизни инвалидов, семей, воспитывающих детей-инвалидов, улучшение социального самочувствия и психологического климата в этих семьях, их социализации и интеграции в обществе</w:t>
            </w:r>
          </w:p>
        </w:tc>
      </w:tr>
      <w:tr w:rsidR="009F795D" w:rsidRPr="00DD56D4" w:rsidTr="009F795D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849" w:type="dxa"/>
          </w:tcPr>
          <w:p w:rsidR="009F795D" w:rsidRPr="00DD56D4" w:rsidRDefault="009F795D" w:rsidP="008C1D60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ind w:hanging="720"/>
              <w:rPr>
                <w:rFonts w:ascii="Times New Roman" w:hAnsi="Times New Roman"/>
              </w:rPr>
            </w:pPr>
          </w:p>
        </w:tc>
        <w:tc>
          <w:tcPr>
            <w:tcW w:w="3546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39.2.06.06. Распространение среди населения информационных материалов по возможно более раннему выявлению признаков нарушения функций организма, в том числе психического, с целью оказания ранней помощи и профилактики инвалидности</w:t>
            </w:r>
          </w:p>
        </w:tc>
        <w:tc>
          <w:tcPr>
            <w:tcW w:w="2544" w:type="dxa"/>
          </w:tcPr>
          <w:p w:rsidR="009F795D" w:rsidRPr="00DD56D4" w:rsidRDefault="0069339E" w:rsidP="0069339E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Министерство</w:t>
            </w:r>
            <w:r w:rsidR="009F795D" w:rsidRPr="00DD56D4">
              <w:rPr>
                <w:rFonts w:ascii="Times New Roman" w:hAnsi="Times New Roman"/>
              </w:rPr>
              <w:t xml:space="preserve"> социальной политики и труда Удмуртской Республики, </w:t>
            </w:r>
            <w:r w:rsidR="009F795D" w:rsidRPr="00DD56D4">
              <w:rPr>
                <w:rFonts w:ascii="Times New Roman" w:hAnsi="Times New Roman"/>
              </w:rPr>
              <w:br/>
            </w:r>
            <w:r w:rsidRPr="00DD56D4">
              <w:rPr>
                <w:rFonts w:ascii="Times New Roman" w:hAnsi="Times New Roman"/>
              </w:rPr>
              <w:t>Министерство</w:t>
            </w:r>
            <w:r w:rsidR="009F795D" w:rsidRPr="00DD56D4">
              <w:rPr>
                <w:rFonts w:ascii="Times New Roman" w:hAnsi="Times New Roman"/>
              </w:rPr>
              <w:t xml:space="preserve"> образования и науки Удмуртской Республики, </w:t>
            </w:r>
            <w:r w:rsidR="009F795D" w:rsidRPr="00DD56D4">
              <w:rPr>
                <w:rFonts w:ascii="Times New Roman" w:hAnsi="Times New Roman"/>
              </w:rPr>
              <w:br/>
            </w:r>
            <w:r w:rsidRPr="00DD56D4">
              <w:rPr>
                <w:rFonts w:ascii="Times New Roman" w:hAnsi="Times New Roman"/>
              </w:rPr>
              <w:t>М</w:t>
            </w:r>
            <w:r w:rsidR="009F795D" w:rsidRPr="00DD56D4">
              <w:rPr>
                <w:rFonts w:ascii="Times New Roman" w:hAnsi="Times New Roman"/>
              </w:rPr>
              <w:t>инист</w:t>
            </w:r>
            <w:r w:rsidRPr="00DD56D4">
              <w:rPr>
                <w:rFonts w:ascii="Times New Roman" w:hAnsi="Times New Roman"/>
              </w:rPr>
              <w:t>ерство</w:t>
            </w:r>
            <w:r w:rsidR="009F795D" w:rsidRPr="00DD56D4">
              <w:rPr>
                <w:rFonts w:ascii="Times New Roman" w:hAnsi="Times New Roman"/>
              </w:rPr>
              <w:t xml:space="preserve"> здравоохранения Удмуртской Республики во взаимодействии с ФКУ «ГБ МСЭ по Удмуртской Республике» Минтруда России и социально ориентированными </w:t>
            </w:r>
            <w:r w:rsidR="009F795D" w:rsidRPr="00DD56D4">
              <w:rPr>
                <w:rFonts w:ascii="Times New Roman" w:hAnsi="Times New Roman"/>
              </w:rPr>
              <w:lastRenderedPageBreak/>
              <w:t xml:space="preserve">некоммерческими организациями </w:t>
            </w:r>
          </w:p>
        </w:tc>
        <w:tc>
          <w:tcPr>
            <w:tcW w:w="1560" w:type="dxa"/>
          </w:tcPr>
          <w:p w:rsidR="009F795D" w:rsidRPr="00DD56D4" w:rsidRDefault="009F795D" w:rsidP="00A759B7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lastRenderedPageBreak/>
              <w:t>31.12.202</w:t>
            </w:r>
            <w:r w:rsidR="00A759B7" w:rsidRPr="00DD56D4">
              <w:rPr>
                <w:rFonts w:ascii="Times New Roman" w:hAnsi="Times New Roman"/>
              </w:rPr>
              <w:t>2</w:t>
            </w:r>
          </w:p>
        </w:tc>
        <w:tc>
          <w:tcPr>
            <w:tcW w:w="3404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 xml:space="preserve">Размещение информации о деятельности служб ранней помощи и возможности получения услуг ранней помощи в средствах массовой информации, сети интернет. Разработка информационных брошюр, буклетов, стоек, размещение информации на сайтах ведомств в целях обеспечения информирования родителей о возможных проблемах в развитии детей и системе ранней помощи. Обеспечение раннего информирования родителей о возможных проблемах в </w:t>
            </w:r>
            <w:r w:rsidRPr="00DD56D4">
              <w:rPr>
                <w:rFonts w:ascii="Times New Roman" w:hAnsi="Times New Roman"/>
              </w:rPr>
              <w:lastRenderedPageBreak/>
              <w:t>развитии ребёнка и системе ранней</w:t>
            </w:r>
            <w:r w:rsidR="00A65E83" w:rsidRPr="00DD56D4">
              <w:rPr>
                <w:rFonts w:ascii="Times New Roman" w:hAnsi="Times New Roman"/>
              </w:rPr>
              <w:t xml:space="preserve"> помощи </w:t>
            </w:r>
            <w:proofErr w:type="gramStart"/>
            <w:r w:rsidR="00A65E83" w:rsidRPr="00DD56D4">
              <w:rPr>
                <w:rFonts w:ascii="Times New Roman" w:hAnsi="Times New Roman"/>
              </w:rPr>
              <w:t>в Удмуртской Республики</w:t>
            </w:r>
            <w:proofErr w:type="gramEnd"/>
          </w:p>
        </w:tc>
        <w:tc>
          <w:tcPr>
            <w:tcW w:w="3549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lastRenderedPageBreak/>
              <w:t xml:space="preserve">Возможность оказания ранней помощи и профилактики инвалидности </w:t>
            </w:r>
          </w:p>
        </w:tc>
      </w:tr>
      <w:tr w:rsidR="009F795D" w:rsidRPr="00DD56D4" w:rsidTr="009F795D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849" w:type="dxa"/>
          </w:tcPr>
          <w:p w:rsidR="009F795D" w:rsidRPr="00DD56D4" w:rsidRDefault="009F795D" w:rsidP="008C1D60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ind w:hanging="720"/>
              <w:rPr>
                <w:rFonts w:ascii="Times New Roman" w:hAnsi="Times New Roman"/>
              </w:rPr>
            </w:pPr>
          </w:p>
        </w:tc>
        <w:tc>
          <w:tcPr>
            <w:tcW w:w="3546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 xml:space="preserve">39.2.06.07. Взаимодействие с добровольческими (волонтерскими) организациями, которые могут быть привлечены к организации предоставления реабилитационных и </w:t>
            </w:r>
            <w:proofErr w:type="spellStart"/>
            <w:r w:rsidRPr="00DD56D4">
              <w:rPr>
                <w:rFonts w:ascii="Times New Roman" w:hAnsi="Times New Roman"/>
              </w:rPr>
              <w:t>абилитационных</w:t>
            </w:r>
            <w:proofErr w:type="spellEnd"/>
            <w:r w:rsidRPr="00DD56D4">
              <w:rPr>
                <w:rFonts w:ascii="Times New Roman" w:hAnsi="Times New Roman"/>
              </w:rPr>
              <w:t xml:space="preserve"> услуг, услуг ранней помощи, сопровождения в субъекте Российской Федерации в рамках обеспечения мероприятий по повышению удобства и комфортности их предоставления, с целью вовлечения добровольческих (волонтерских) организаций в формирование системы комплексной реабилитации и </w:t>
            </w:r>
            <w:proofErr w:type="spellStart"/>
            <w:r w:rsidRPr="00DD56D4">
              <w:rPr>
                <w:rFonts w:ascii="Times New Roman" w:hAnsi="Times New Roman"/>
              </w:rPr>
              <w:t>абилитации</w:t>
            </w:r>
            <w:proofErr w:type="spellEnd"/>
            <w:r w:rsidRPr="00DD56D4">
              <w:rPr>
                <w:rFonts w:ascii="Times New Roman" w:hAnsi="Times New Roman"/>
              </w:rPr>
              <w:t xml:space="preserve"> инвалидов, в том числе детей инвалидов</w:t>
            </w:r>
          </w:p>
        </w:tc>
        <w:tc>
          <w:tcPr>
            <w:tcW w:w="2544" w:type="dxa"/>
          </w:tcPr>
          <w:p w:rsidR="009F795D" w:rsidRPr="00DD56D4" w:rsidRDefault="0069339E" w:rsidP="0069339E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М</w:t>
            </w:r>
            <w:r w:rsidR="009F795D" w:rsidRPr="00DD56D4">
              <w:rPr>
                <w:rFonts w:ascii="Times New Roman" w:hAnsi="Times New Roman"/>
              </w:rPr>
              <w:t>инист</w:t>
            </w:r>
            <w:r w:rsidRPr="00DD56D4">
              <w:rPr>
                <w:rFonts w:ascii="Times New Roman" w:hAnsi="Times New Roman"/>
              </w:rPr>
              <w:t>ерство</w:t>
            </w:r>
            <w:r w:rsidR="009F795D" w:rsidRPr="00DD56D4">
              <w:rPr>
                <w:rFonts w:ascii="Times New Roman" w:hAnsi="Times New Roman"/>
              </w:rPr>
              <w:t xml:space="preserve"> социальной политики и труда Удмуртской Республики во взаимодействии с исполнительными органами государственной власти Удмуртской Республики и социально ориентированными некоммерческими организациями </w:t>
            </w:r>
          </w:p>
        </w:tc>
        <w:tc>
          <w:tcPr>
            <w:tcW w:w="1560" w:type="dxa"/>
          </w:tcPr>
          <w:p w:rsidR="009F795D" w:rsidRPr="00DD56D4" w:rsidRDefault="009F795D" w:rsidP="00A759B7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31.12.202</w:t>
            </w:r>
            <w:r w:rsidR="00A759B7" w:rsidRPr="00DD56D4">
              <w:rPr>
                <w:rFonts w:ascii="Times New Roman" w:hAnsi="Times New Roman"/>
              </w:rPr>
              <w:t>2</w:t>
            </w:r>
          </w:p>
        </w:tc>
        <w:tc>
          <w:tcPr>
            <w:tcW w:w="3404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Создание условий для привлечения дополнительных ресурсов для оказания всесторонней поддержки семей целевой группы</w:t>
            </w:r>
          </w:p>
        </w:tc>
        <w:tc>
          <w:tcPr>
            <w:tcW w:w="3549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Информационная и консультационная поддержка некоммерческих организаций, оказывающих услуги детям-инвалидам, детям с ОВЗ и семьям, их воспитывающим.</w:t>
            </w:r>
          </w:p>
        </w:tc>
      </w:tr>
      <w:tr w:rsidR="009F795D" w:rsidRPr="00DD56D4" w:rsidTr="009F795D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849" w:type="dxa"/>
          </w:tcPr>
          <w:p w:rsidR="009F795D" w:rsidRPr="00DD56D4" w:rsidRDefault="009F795D" w:rsidP="008C1D60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ind w:hanging="720"/>
              <w:rPr>
                <w:rFonts w:ascii="Times New Roman" w:hAnsi="Times New Roman"/>
              </w:rPr>
            </w:pPr>
          </w:p>
        </w:tc>
        <w:tc>
          <w:tcPr>
            <w:tcW w:w="3546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 xml:space="preserve">39.2.06.08. Проведение мероприятий по созданию новых или адаптации имеющихся электронных сервисов для обеспечения предоставления в федеральный реестр инвалидов </w:t>
            </w:r>
            <w:r w:rsidRPr="00DD56D4">
              <w:rPr>
                <w:rFonts w:ascii="Times New Roman" w:hAnsi="Times New Roman"/>
              </w:rPr>
              <w:lastRenderedPageBreak/>
              <w:t>сведений и последующего их использования для предоставления инвалидам, в том числе детям-инвалидам, государственных и муниципальных услуг и выполнения государственных и муниципальных функций</w:t>
            </w:r>
          </w:p>
        </w:tc>
        <w:tc>
          <w:tcPr>
            <w:tcW w:w="2544" w:type="dxa"/>
          </w:tcPr>
          <w:p w:rsidR="00FF7A22" w:rsidRPr="00DD56D4" w:rsidRDefault="0069339E" w:rsidP="00B356ED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lastRenderedPageBreak/>
              <w:t>М</w:t>
            </w:r>
            <w:r w:rsidR="009F795D" w:rsidRPr="00DD56D4">
              <w:rPr>
                <w:rFonts w:ascii="Times New Roman" w:hAnsi="Times New Roman"/>
              </w:rPr>
              <w:t>инист</w:t>
            </w:r>
            <w:r w:rsidRPr="00DD56D4">
              <w:rPr>
                <w:rFonts w:ascii="Times New Roman" w:hAnsi="Times New Roman"/>
              </w:rPr>
              <w:t>ерство</w:t>
            </w:r>
            <w:r w:rsidR="009F795D" w:rsidRPr="00DD56D4">
              <w:rPr>
                <w:rFonts w:ascii="Times New Roman" w:hAnsi="Times New Roman"/>
              </w:rPr>
              <w:t xml:space="preserve"> социальной политики и труда Удмуртской Республики</w:t>
            </w:r>
          </w:p>
          <w:p w:rsidR="00106EC3" w:rsidRPr="00DD56D4" w:rsidRDefault="00106EC3" w:rsidP="00B356ED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F795D" w:rsidRPr="00DD56D4" w:rsidRDefault="009F795D" w:rsidP="00A759B7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31.12.202</w:t>
            </w:r>
            <w:r w:rsidR="00A759B7" w:rsidRPr="00DD56D4">
              <w:rPr>
                <w:rFonts w:ascii="Times New Roman" w:hAnsi="Times New Roman"/>
              </w:rPr>
              <w:t>2</w:t>
            </w:r>
          </w:p>
        </w:tc>
        <w:tc>
          <w:tcPr>
            <w:tcW w:w="3404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 xml:space="preserve">Оптимизация предоставления в федеральный реестр инвалидов сведений с целью последующего их использования для предоставления инвалидам, в том числе детям-инвалидам, </w:t>
            </w:r>
            <w:r w:rsidRPr="00DD56D4">
              <w:rPr>
                <w:rFonts w:ascii="Times New Roman" w:hAnsi="Times New Roman"/>
              </w:rPr>
              <w:lastRenderedPageBreak/>
              <w:t>государственных и муниципальных услуг и выполнения государственных и муниципальных функций</w:t>
            </w:r>
          </w:p>
        </w:tc>
        <w:tc>
          <w:tcPr>
            <w:tcW w:w="3549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lastRenderedPageBreak/>
              <w:t xml:space="preserve">Повышение качества  доступности оказания государственных и муниципальных услуг и выполнения государственных и муниципальных функций в отношении инвалидов, в том числе </w:t>
            </w:r>
            <w:r w:rsidRPr="00DD56D4">
              <w:rPr>
                <w:rFonts w:ascii="Times New Roman" w:hAnsi="Times New Roman"/>
              </w:rPr>
              <w:lastRenderedPageBreak/>
              <w:t>детей-инвалидов</w:t>
            </w:r>
          </w:p>
        </w:tc>
      </w:tr>
      <w:tr w:rsidR="009F795D" w:rsidRPr="00DD56D4" w:rsidTr="00A65E83">
        <w:tblPrEx>
          <w:tblLook w:val="0000" w:firstRow="0" w:lastRow="0" w:firstColumn="0" w:lastColumn="0" w:noHBand="0" w:noVBand="0"/>
        </w:tblPrEx>
        <w:trPr>
          <w:trHeight w:val="524"/>
        </w:trPr>
        <w:tc>
          <w:tcPr>
            <w:tcW w:w="849" w:type="dxa"/>
          </w:tcPr>
          <w:p w:rsidR="009F795D" w:rsidRPr="00DD56D4" w:rsidRDefault="009F795D" w:rsidP="008C1D60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ind w:hanging="720"/>
              <w:rPr>
                <w:rFonts w:ascii="Times New Roman" w:hAnsi="Times New Roman"/>
              </w:rPr>
            </w:pPr>
          </w:p>
        </w:tc>
        <w:tc>
          <w:tcPr>
            <w:tcW w:w="3546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39.2.06.09. Оснащение реабилитационным оборудованием организаций и реабилитационных центров (отделений) для оказания услуг ранней помощи детям-инвалидам и детям с ограниченными возможностями здоровья в возрасте от рождения до 3-х лет</w:t>
            </w:r>
          </w:p>
        </w:tc>
        <w:tc>
          <w:tcPr>
            <w:tcW w:w="2544" w:type="dxa"/>
          </w:tcPr>
          <w:p w:rsidR="009F795D" w:rsidRPr="00DD56D4" w:rsidRDefault="0069339E" w:rsidP="0069339E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Министерство</w:t>
            </w:r>
            <w:r w:rsidR="009F795D" w:rsidRPr="00DD56D4">
              <w:rPr>
                <w:rFonts w:ascii="Times New Roman" w:hAnsi="Times New Roman"/>
              </w:rPr>
              <w:t xml:space="preserve"> социальной политики и труда Удмуртской Республики, </w:t>
            </w:r>
            <w:r w:rsidR="009F795D" w:rsidRPr="00DD56D4">
              <w:rPr>
                <w:rFonts w:ascii="Times New Roman" w:hAnsi="Times New Roman"/>
              </w:rPr>
              <w:br/>
            </w:r>
            <w:r w:rsidRPr="00DD56D4">
              <w:rPr>
                <w:rFonts w:ascii="Times New Roman" w:hAnsi="Times New Roman"/>
              </w:rPr>
              <w:t>М</w:t>
            </w:r>
            <w:r w:rsidR="009F795D" w:rsidRPr="00DD56D4">
              <w:rPr>
                <w:rFonts w:ascii="Times New Roman" w:hAnsi="Times New Roman"/>
              </w:rPr>
              <w:t>инист</w:t>
            </w:r>
            <w:r w:rsidRPr="00DD56D4">
              <w:rPr>
                <w:rFonts w:ascii="Times New Roman" w:hAnsi="Times New Roman"/>
              </w:rPr>
              <w:t>ерство</w:t>
            </w:r>
            <w:r w:rsidR="009F795D" w:rsidRPr="00DD56D4">
              <w:rPr>
                <w:rFonts w:ascii="Times New Roman" w:hAnsi="Times New Roman"/>
              </w:rPr>
              <w:t xml:space="preserve"> образования и науки Удмуртской Республики, </w:t>
            </w:r>
            <w:r w:rsidR="009F795D" w:rsidRPr="00DD56D4">
              <w:rPr>
                <w:rFonts w:ascii="Times New Roman" w:hAnsi="Times New Roman"/>
              </w:rPr>
              <w:br/>
            </w:r>
            <w:r w:rsidRPr="00DD56D4">
              <w:rPr>
                <w:rFonts w:ascii="Times New Roman" w:hAnsi="Times New Roman"/>
              </w:rPr>
              <w:t>М</w:t>
            </w:r>
            <w:r w:rsidR="009F795D" w:rsidRPr="00DD56D4">
              <w:rPr>
                <w:rFonts w:ascii="Times New Roman" w:hAnsi="Times New Roman"/>
              </w:rPr>
              <w:t>инист</w:t>
            </w:r>
            <w:r w:rsidRPr="00DD56D4">
              <w:rPr>
                <w:rFonts w:ascii="Times New Roman" w:hAnsi="Times New Roman"/>
              </w:rPr>
              <w:t>ерство</w:t>
            </w:r>
            <w:r w:rsidR="009F795D" w:rsidRPr="00DD56D4">
              <w:rPr>
                <w:rFonts w:ascii="Times New Roman" w:hAnsi="Times New Roman"/>
              </w:rPr>
              <w:t xml:space="preserve"> здравоохранения Удмуртской Республики во взаимодействии с социально ориентированными некоммерческими организациями</w:t>
            </w:r>
          </w:p>
        </w:tc>
        <w:tc>
          <w:tcPr>
            <w:tcW w:w="1560" w:type="dxa"/>
          </w:tcPr>
          <w:p w:rsidR="009F795D" w:rsidRPr="00DD56D4" w:rsidRDefault="009F795D" w:rsidP="00A759B7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31.12.202</w:t>
            </w:r>
            <w:r w:rsidR="00A759B7" w:rsidRPr="00DD56D4">
              <w:rPr>
                <w:rFonts w:ascii="Times New Roman" w:hAnsi="Times New Roman"/>
              </w:rPr>
              <w:t>2</w:t>
            </w:r>
          </w:p>
        </w:tc>
        <w:tc>
          <w:tcPr>
            <w:tcW w:w="3404" w:type="dxa"/>
          </w:tcPr>
          <w:p w:rsidR="009F795D" w:rsidRPr="00DD56D4" w:rsidRDefault="009F795D" w:rsidP="00A03587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Открытие и развитие деятельности служб ранней помощи на базе организаций социального обслуживания населения, образовательных организаций, организаций здравоохранения. Организация работы междисциплинарной команды специалистов по предоставлению услуг ранней помощи детям целевой группы и их родителям. Развитие межведомственного взаимодействия при оказании помощи детям, имеющим ограничения жизнедеятельности, и их родителям, обеспечение преемс</w:t>
            </w:r>
            <w:r w:rsidR="00A65E83" w:rsidRPr="00DD56D4">
              <w:rPr>
                <w:rFonts w:ascii="Times New Roman" w:hAnsi="Times New Roman"/>
              </w:rPr>
              <w:t>твенности оказываемой помощи</w:t>
            </w:r>
          </w:p>
        </w:tc>
        <w:tc>
          <w:tcPr>
            <w:tcW w:w="3549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Повышение доступности услуг ранней помощи. Профилактика инвалидности у детей раннего возраста, имеющих нарушения развития или риск их появления в более старшем возрасте. Предоставление комплексной медико-социальной и психолого-педагогической помощи семьям, воспитывающим таких детей в целях содействия их оптимальному развитию, социальной адаптации и интеграции в общество.</w:t>
            </w:r>
          </w:p>
        </w:tc>
      </w:tr>
      <w:tr w:rsidR="009F795D" w:rsidRPr="00DD56D4" w:rsidTr="009F795D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849" w:type="dxa"/>
          </w:tcPr>
          <w:p w:rsidR="009F795D" w:rsidRPr="00DD56D4" w:rsidRDefault="009F795D" w:rsidP="008C1D60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ind w:hanging="720"/>
              <w:rPr>
                <w:rFonts w:ascii="Times New Roman" w:hAnsi="Times New Roman"/>
              </w:rPr>
            </w:pPr>
          </w:p>
        </w:tc>
        <w:tc>
          <w:tcPr>
            <w:tcW w:w="3546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 xml:space="preserve">39.2.06.11. Организация обучения специалистов организаций </w:t>
            </w:r>
            <w:r w:rsidRPr="00DD56D4">
              <w:rPr>
                <w:rFonts w:ascii="Times New Roman" w:hAnsi="Times New Roman"/>
              </w:rPr>
              <w:lastRenderedPageBreak/>
              <w:t>социального обслуживания и медицинских организаций по вопросам внедрения современных реабилитационных методик в системе ранней помощи</w:t>
            </w:r>
          </w:p>
        </w:tc>
        <w:tc>
          <w:tcPr>
            <w:tcW w:w="2544" w:type="dxa"/>
          </w:tcPr>
          <w:p w:rsidR="009F795D" w:rsidRPr="00DD56D4" w:rsidRDefault="0069339E" w:rsidP="00B356ED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lastRenderedPageBreak/>
              <w:t>Министерство</w:t>
            </w:r>
            <w:r w:rsidR="009F795D" w:rsidRPr="00DD56D4">
              <w:rPr>
                <w:rFonts w:ascii="Times New Roman" w:hAnsi="Times New Roman"/>
              </w:rPr>
              <w:t xml:space="preserve"> социальной политики и </w:t>
            </w:r>
            <w:r w:rsidR="009F795D" w:rsidRPr="00DD56D4">
              <w:rPr>
                <w:rFonts w:ascii="Times New Roman" w:hAnsi="Times New Roman"/>
              </w:rPr>
              <w:lastRenderedPageBreak/>
              <w:t>труда Удмуртской Республики</w:t>
            </w:r>
            <w:r w:rsidRPr="00DD56D4">
              <w:rPr>
                <w:rFonts w:ascii="Times New Roman" w:hAnsi="Times New Roman"/>
              </w:rPr>
              <w:t>,</w:t>
            </w:r>
            <w:r w:rsidR="00106EC3" w:rsidRPr="00DD56D4">
              <w:rPr>
                <w:rFonts w:ascii="Times New Roman" w:hAnsi="Times New Roman"/>
              </w:rPr>
              <w:t xml:space="preserve"> </w:t>
            </w:r>
          </w:p>
          <w:p w:rsidR="00106EC3" w:rsidRPr="00DD56D4" w:rsidRDefault="0069339E" w:rsidP="0069339E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М</w:t>
            </w:r>
            <w:r w:rsidR="00106EC3" w:rsidRPr="00DD56D4">
              <w:rPr>
                <w:rFonts w:ascii="Times New Roman" w:hAnsi="Times New Roman"/>
              </w:rPr>
              <w:t>инист</w:t>
            </w:r>
            <w:r w:rsidRPr="00DD56D4">
              <w:rPr>
                <w:rFonts w:ascii="Times New Roman" w:hAnsi="Times New Roman"/>
              </w:rPr>
              <w:t>ерство</w:t>
            </w:r>
            <w:r w:rsidR="00106EC3" w:rsidRPr="00DD56D4">
              <w:rPr>
                <w:rFonts w:ascii="Times New Roman" w:hAnsi="Times New Roman"/>
              </w:rPr>
              <w:t xml:space="preserve"> здравоохранения Удмуртской Республики</w:t>
            </w:r>
          </w:p>
        </w:tc>
        <w:tc>
          <w:tcPr>
            <w:tcW w:w="1560" w:type="dxa"/>
          </w:tcPr>
          <w:p w:rsidR="009F795D" w:rsidRPr="00DD56D4" w:rsidRDefault="009F795D" w:rsidP="00A759B7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lastRenderedPageBreak/>
              <w:t>31.12.202</w:t>
            </w:r>
            <w:r w:rsidR="00A759B7" w:rsidRPr="00DD56D4">
              <w:rPr>
                <w:rFonts w:ascii="Times New Roman" w:hAnsi="Times New Roman"/>
              </w:rPr>
              <w:t>2</w:t>
            </w:r>
          </w:p>
        </w:tc>
        <w:tc>
          <w:tcPr>
            <w:tcW w:w="3404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 xml:space="preserve">Обучение специалистов организаций социального </w:t>
            </w:r>
            <w:r w:rsidRPr="00DD56D4">
              <w:rPr>
                <w:rFonts w:ascii="Times New Roman" w:hAnsi="Times New Roman"/>
              </w:rPr>
              <w:lastRenderedPageBreak/>
              <w:t xml:space="preserve">обслуживания и медицинских организаций по вопросам внедрения современных реабилитационных методик в системе ранней помощи  </w:t>
            </w:r>
          </w:p>
        </w:tc>
        <w:tc>
          <w:tcPr>
            <w:tcW w:w="3549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lastRenderedPageBreak/>
              <w:t xml:space="preserve">Повышение профессиональной компетентности и уровня </w:t>
            </w:r>
            <w:r w:rsidRPr="00DD56D4">
              <w:rPr>
                <w:rFonts w:ascii="Times New Roman" w:hAnsi="Times New Roman"/>
              </w:rPr>
              <w:lastRenderedPageBreak/>
              <w:t>квалификации специалистов, оказывающих услуги ранней помощи.</w:t>
            </w:r>
          </w:p>
        </w:tc>
      </w:tr>
      <w:tr w:rsidR="009F795D" w:rsidRPr="00DD56D4" w:rsidTr="009F795D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849" w:type="dxa"/>
          </w:tcPr>
          <w:p w:rsidR="009F795D" w:rsidRPr="00DD56D4" w:rsidRDefault="009F795D" w:rsidP="008C1D60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ind w:hanging="720"/>
              <w:rPr>
                <w:rFonts w:ascii="Times New Roman" w:hAnsi="Times New Roman"/>
              </w:rPr>
            </w:pPr>
          </w:p>
        </w:tc>
        <w:tc>
          <w:tcPr>
            <w:tcW w:w="3546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39.2.06.14. Организация комплексного сопровождения детей с тяжелыми множественными нарушениями развития, в том числе с расстройствами аутистического спектра</w:t>
            </w:r>
          </w:p>
        </w:tc>
        <w:tc>
          <w:tcPr>
            <w:tcW w:w="2544" w:type="dxa"/>
          </w:tcPr>
          <w:p w:rsidR="009F795D" w:rsidRPr="00DD56D4" w:rsidRDefault="0069339E" w:rsidP="00B356ED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М</w:t>
            </w:r>
            <w:r w:rsidR="009F795D" w:rsidRPr="00DD56D4">
              <w:rPr>
                <w:rFonts w:ascii="Times New Roman" w:hAnsi="Times New Roman"/>
              </w:rPr>
              <w:t>инист</w:t>
            </w:r>
            <w:r w:rsidRPr="00DD56D4">
              <w:rPr>
                <w:rFonts w:ascii="Times New Roman" w:hAnsi="Times New Roman"/>
              </w:rPr>
              <w:t>ерство</w:t>
            </w:r>
            <w:r w:rsidR="009F795D" w:rsidRPr="00DD56D4">
              <w:rPr>
                <w:rFonts w:ascii="Times New Roman" w:hAnsi="Times New Roman"/>
              </w:rPr>
              <w:t xml:space="preserve"> социальной политик</w:t>
            </w:r>
            <w:r w:rsidR="00106EC3" w:rsidRPr="00DD56D4">
              <w:rPr>
                <w:rFonts w:ascii="Times New Roman" w:hAnsi="Times New Roman"/>
              </w:rPr>
              <w:t>и и труда Удмуртской Республики</w:t>
            </w:r>
            <w:r w:rsidRPr="00DD56D4">
              <w:rPr>
                <w:rFonts w:ascii="Times New Roman" w:hAnsi="Times New Roman"/>
              </w:rPr>
              <w:t>,</w:t>
            </w:r>
          </w:p>
          <w:p w:rsidR="00106EC3" w:rsidRPr="00DD56D4" w:rsidRDefault="0069339E" w:rsidP="0069339E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Министерство</w:t>
            </w:r>
            <w:r w:rsidR="00106EC3" w:rsidRPr="00DD56D4">
              <w:rPr>
                <w:rFonts w:ascii="Times New Roman" w:hAnsi="Times New Roman"/>
              </w:rPr>
              <w:t xml:space="preserve"> образования и науки Удмуртской Республики, </w:t>
            </w:r>
            <w:r w:rsidR="00106EC3" w:rsidRPr="00DD56D4">
              <w:rPr>
                <w:rFonts w:ascii="Times New Roman" w:hAnsi="Times New Roman"/>
              </w:rPr>
              <w:br/>
            </w:r>
            <w:r w:rsidRPr="00DD56D4">
              <w:rPr>
                <w:rFonts w:ascii="Times New Roman" w:hAnsi="Times New Roman"/>
              </w:rPr>
              <w:t>М</w:t>
            </w:r>
            <w:r w:rsidR="00106EC3" w:rsidRPr="00DD56D4">
              <w:rPr>
                <w:rFonts w:ascii="Times New Roman" w:hAnsi="Times New Roman"/>
              </w:rPr>
              <w:t>инист</w:t>
            </w:r>
            <w:r w:rsidRPr="00DD56D4">
              <w:rPr>
                <w:rFonts w:ascii="Times New Roman" w:hAnsi="Times New Roman"/>
              </w:rPr>
              <w:t>ерство</w:t>
            </w:r>
            <w:r w:rsidR="00106EC3" w:rsidRPr="00DD56D4">
              <w:rPr>
                <w:rFonts w:ascii="Times New Roman" w:hAnsi="Times New Roman"/>
              </w:rPr>
              <w:t xml:space="preserve"> здравоохранения Удмуртской Республики во взаимодействии с социально ориентированными некоммерческими организациями</w:t>
            </w:r>
          </w:p>
        </w:tc>
        <w:tc>
          <w:tcPr>
            <w:tcW w:w="1560" w:type="dxa"/>
          </w:tcPr>
          <w:p w:rsidR="009F795D" w:rsidRPr="00DD56D4" w:rsidRDefault="009F795D" w:rsidP="00A759B7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31.12.202</w:t>
            </w:r>
            <w:r w:rsidR="00A759B7" w:rsidRPr="00DD56D4">
              <w:rPr>
                <w:rFonts w:ascii="Times New Roman" w:hAnsi="Times New Roman"/>
              </w:rPr>
              <w:t>2</w:t>
            </w:r>
          </w:p>
        </w:tc>
        <w:tc>
          <w:tcPr>
            <w:tcW w:w="3404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 xml:space="preserve">Разработка и реализация комплексных программ сопровождения детей с тяжелыми множественными нарушениями развития. Разработка и реализация комплексных программ сопровождения ребенка и его семьи, разработка и реализация индивидуальной программы реабилитации и </w:t>
            </w:r>
            <w:proofErr w:type="spellStart"/>
            <w:r w:rsidRPr="00DD56D4">
              <w:rPr>
                <w:rFonts w:ascii="Times New Roman" w:hAnsi="Times New Roman"/>
              </w:rPr>
              <w:t>абилитации</w:t>
            </w:r>
            <w:proofErr w:type="spellEnd"/>
            <w:r w:rsidRPr="00DD56D4">
              <w:rPr>
                <w:rFonts w:ascii="Times New Roman" w:hAnsi="Times New Roman"/>
              </w:rPr>
              <w:t xml:space="preserve"> ребенк</w:t>
            </w:r>
            <w:r w:rsidR="00A65E83" w:rsidRPr="00DD56D4">
              <w:rPr>
                <w:rFonts w:ascii="Times New Roman" w:hAnsi="Times New Roman"/>
              </w:rPr>
              <w:t>а, имеющего проблемы в развитии</w:t>
            </w:r>
            <w:r w:rsidRPr="00DD56D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549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 xml:space="preserve">Повышение уровня и качества жизни семей, воспитывающих детей-инвалидов, улучшение социального самочувствия и психологического климата в этих семьях, их социализации и интеграции в обществе </w:t>
            </w:r>
          </w:p>
        </w:tc>
      </w:tr>
      <w:tr w:rsidR="009F795D" w:rsidRPr="00DD56D4" w:rsidTr="009F795D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849" w:type="dxa"/>
          </w:tcPr>
          <w:p w:rsidR="009F795D" w:rsidRPr="00DD56D4" w:rsidRDefault="009F795D" w:rsidP="008C1D60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ind w:hanging="720"/>
              <w:rPr>
                <w:rFonts w:ascii="Times New Roman" w:hAnsi="Times New Roman"/>
              </w:rPr>
            </w:pPr>
          </w:p>
        </w:tc>
        <w:tc>
          <w:tcPr>
            <w:tcW w:w="3546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 xml:space="preserve">39.2.06.15. Укомплектование организаций, осуществляющих социальную и профессиональную реабилитацию инвалидов, в том числе детей-инвалидов, оказывающих услуги ранней помощи и сопровождаемого </w:t>
            </w:r>
            <w:r w:rsidRPr="00DD56D4">
              <w:rPr>
                <w:rFonts w:ascii="Times New Roman" w:hAnsi="Times New Roman"/>
              </w:rPr>
              <w:lastRenderedPageBreak/>
              <w:t>проживания инвалидов специалистами соответствующего профиля</w:t>
            </w:r>
          </w:p>
        </w:tc>
        <w:tc>
          <w:tcPr>
            <w:tcW w:w="2544" w:type="dxa"/>
          </w:tcPr>
          <w:p w:rsidR="009F795D" w:rsidRPr="00DD56D4" w:rsidRDefault="0069339E" w:rsidP="00B356ED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lastRenderedPageBreak/>
              <w:t>М</w:t>
            </w:r>
            <w:r w:rsidR="009F795D" w:rsidRPr="00DD56D4">
              <w:rPr>
                <w:rFonts w:ascii="Times New Roman" w:hAnsi="Times New Roman"/>
              </w:rPr>
              <w:t>инист</w:t>
            </w:r>
            <w:r w:rsidRPr="00DD56D4">
              <w:rPr>
                <w:rFonts w:ascii="Times New Roman" w:hAnsi="Times New Roman"/>
              </w:rPr>
              <w:t>ерство</w:t>
            </w:r>
            <w:r w:rsidR="009F795D" w:rsidRPr="00DD56D4">
              <w:rPr>
                <w:rFonts w:ascii="Times New Roman" w:hAnsi="Times New Roman"/>
              </w:rPr>
              <w:t xml:space="preserve"> социальной политики и труда Удмуртской Республики</w:t>
            </w:r>
            <w:r w:rsidRPr="00DD56D4">
              <w:rPr>
                <w:rFonts w:ascii="Times New Roman" w:hAnsi="Times New Roman"/>
              </w:rPr>
              <w:t>,</w:t>
            </w:r>
          </w:p>
          <w:p w:rsidR="00106EC3" w:rsidRPr="00DD56D4" w:rsidRDefault="0069339E" w:rsidP="0069339E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М</w:t>
            </w:r>
            <w:r w:rsidR="00106EC3" w:rsidRPr="00DD56D4">
              <w:rPr>
                <w:rFonts w:ascii="Times New Roman" w:hAnsi="Times New Roman"/>
              </w:rPr>
              <w:t>инист</w:t>
            </w:r>
            <w:r w:rsidRPr="00DD56D4">
              <w:rPr>
                <w:rFonts w:ascii="Times New Roman" w:hAnsi="Times New Roman"/>
              </w:rPr>
              <w:t>ерство</w:t>
            </w:r>
            <w:r w:rsidR="00106EC3" w:rsidRPr="00DD56D4">
              <w:rPr>
                <w:rFonts w:ascii="Times New Roman" w:hAnsi="Times New Roman"/>
              </w:rPr>
              <w:t xml:space="preserve"> образования и науки Удмуртской </w:t>
            </w:r>
            <w:r w:rsidR="00106EC3" w:rsidRPr="00DD56D4">
              <w:rPr>
                <w:rFonts w:ascii="Times New Roman" w:hAnsi="Times New Roman"/>
              </w:rPr>
              <w:lastRenderedPageBreak/>
              <w:t xml:space="preserve">Республики, </w:t>
            </w:r>
            <w:r w:rsidR="00106EC3" w:rsidRPr="00DD56D4">
              <w:rPr>
                <w:rFonts w:ascii="Times New Roman" w:hAnsi="Times New Roman"/>
              </w:rPr>
              <w:br/>
            </w:r>
            <w:r w:rsidRPr="00DD56D4">
              <w:rPr>
                <w:rFonts w:ascii="Times New Roman" w:hAnsi="Times New Roman"/>
              </w:rPr>
              <w:t>М</w:t>
            </w:r>
            <w:r w:rsidR="00106EC3" w:rsidRPr="00DD56D4">
              <w:rPr>
                <w:rFonts w:ascii="Times New Roman" w:hAnsi="Times New Roman"/>
              </w:rPr>
              <w:t>инист</w:t>
            </w:r>
            <w:r w:rsidRPr="00DD56D4">
              <w:rPr>
                <w:rFonts w:ascii="Times New Roman" w:hAnsi="Times New Roman"/>
              </w:rPr>
              <w:t>ерство</w:t>
            </w:r>
            <w:r w:rsidR="00106EC3" w:rsidRPr="00DD56D4">
              <w:rPr>
                <w:rFonts w:ascii="Times New Roman" w:hAnsi="Times New Roman"/>
              </w:rPr>
              <w:t xml:space="preserve"> здравоохранения Удмуртской Республики во взаимодействии с социально ориентированными некоммерческими организациями</w:t>
            </w:r>
          </w:p>
        </w:tc>
        <w:tc>
          <w:tcPr>
            <w:tcW w:w="1560" w:type="dxa"/>
          </w:tcPr>
          <w:p w:rsidR="009F795D" w:rsidRPr="00DD56D4" w:rsidRDefault="009F795D" w:rsidP="00A759B7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lastRenderedPageBreak/>
              <w:t>31.12.202</w:t>
            </w:r>
            <w:r w:rsidR="00A759B7" w:rsidRPr="00DD56D4">
              <w:rPr>
                <w:rFonts w:ascii="Times New Roman" w:hAnsi="Times New Roman"/>
              </w:rPr>
              <w:t>2</w:t>
            </w:r>
          </w:p>
        </w:tc>
        <w:tc>
          <w:tcPr>
            <w:tcW w:w="3404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 xml:space="preserve">Увеличение числа организаций, осуществляющих социальную и профессиональную реабилитацию инвалидов, в том числе детей-инвалидов, укомплектованных специалистами </w:t>
            </w:r>
            <w:r w:rsidRPr="00DD56D4">
              <w:rPr>
                <w:rFonts w:ascii="Times New Roman" w:hAnsi="Times New Roman"/>
              </w:rPr>
              <w:lastRenderedPageBreak/>
              <w:t xml:space="preserve">соответствующего профиля </w:t>
            </w:r>
          </w:p>
        </w:tc>
        <w:tc>
          <w:tcPr>
            <w:tcW w:w="3549" w:type="dxa"/>
          </w:tcPr>
          <w:p w:rsidR="009F795D" w:rsidRPr="00DD56D4" w:rsidRDefault="009F795D" w:rsidP="00F530E9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lastRenderedPageBreak/>
              <w:t xml:space="preserve">Повышение качества услуг, оказываемых организациями, осуществляющими социальную и профессиональную реабилитацию инвалидов, в том числе детей-инвалидов </w:t>
            </w:r>
          </w:p>
        </w:tc>
      </w:tr>
      <w:tr w:rsidR="00CE65A7" w:rsidRPr="00DD56D4" w:rsidTr="009F795D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849" w:type="dxa"/>
          </w:tcPr>
          <w:p w:rsidR="00CE65A7" w:rsidRPr="00DD56D4" w:rsidRDefault="00CE65A7" w:rsidP="00CE65A7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ind w:hanging="720"/>
              <w:rPr>
                <w:rFonts w:ascii="Times New Roman" w:hAnsi="Times New Roman"/>
              </w:rPr>
            </w:pPr>
          </w:p>
        </w:tc>
        <w:tc>
          <w:tcPr>
            <w:tcW w:w="3546" w:type="dxa"/>
          </w:tcPr>
          <w:p w:rsidR="00CE65A7" w:rsidRPr="00DD56D4" w:rsidRDefault="00CE65A7" w:rsidP="00CE65A7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39.2.06.19 Открытие мест для организации сопровождаемого проживания в 26 специальных домах при комплексных центрах социального обслуживания</w:t>
            </w:r>
          </w:p>
        </w:tc>
        <w:tc>
          <w:tcPr>
            <w:tcW w:w="2544" w:type="dxa"/>
          </w:tcPr>
          <w:p w:rsidR="00CE65A7" w:rsidRPr="00DD56D4" w:rsidRDefault="0069339E" w:rsidP="0069339E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М</w:t>
            </w:r>
            <w:r w:rsidR="00CE65A7" w:rsidRPr="00DD56D4">
              <w:rPr>
                <w:rFonts w:ascii="Times New Roman" w:hAnsi="Times New Roman"/>
              </w:rPr>
              <w:t>инист</w:t>
            </w:r>
            <w:r w:rsidRPr="00DD56D4">
              <w:rPr>
                <w:rFonts w:ascii="Times New Roman" w:hAnsi="Times New Roman"/>
              </w:rPr>
              <w:t>ерство</w:t>
            </w:r>
            <w:r w:rsidR="00CE65A7" w:rsidRPr="00DD56D4">
              <w:rPr>
                <w:rFonts w:ascii="Times New Roman" w:hAnsi="Times New Roman"/>
              </w:rPr>
              <w:t xml:space="preserve"> социальной политики и труда Удмуртской Республики</w:t>
            </w:r>
          </w:p>
        </w:tc>
        <w:tc>
          <w:tcPr>
            <w:tcW w:w="1560" w:type="dxa"/>
          </w:tcPr>
          <w:p w:rsidR="00CE65A7" w:rsidRPr="00DD56D4" w:rsidRDefault="00CE65A7" w:rsidP="00CE65A7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31.12.2022</w:t>
            </w:r>
          </w:p>
        </w:tc>
        <w:tc>
          <w:tcPr>
            <w:tcW w:w="3404" w:type="dxa"/>
          </w:tcPr>
          <w:p w:rsidR="00CE65A7" w:rsidRPr="00DD56D4" w:rsidRDefault="00CE65A7" w:rsidP="00CE65A7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Создание условий для организации сопровождаемого проживания граждан</w:t>
            </w:r>
          </w:p>
        </w:tc>
        <w:tc>
          <w:tcPr>
            <w:tcW w:w="3549" w:type="dxa"/>
          </w:tcPr>
          <w:p w:rsidR="00CE65A7" w:rsidRPr="00DD56D4" w:rsidRDefault="00CE65A7" w:rsidP="00CE65A7">
            <w:pPr>
              <w:rPr>
                <w:rFonts w:ascii="Times New Roman" w:hAnsi="Times New Roman"/>
              </w:rPr>
            </w:pPr>
            <w:r w:rsidRPr="00DD56D4">
              <w:rPr>
                <w:rFonts w:ascii="Times New Roman" w:hAnsi="Times New Roman"/>
              </w:rPr>
              <w:t>Предоставление услуг по сопровождаемому проживанию инвалидов в «пилотном» режиме на базе филиала бюджетного учреждения социального обслуживания Удмуртской Республики «Республиканский комплексный центр социального обслуживания населения» в Первомайском районе, отделений «Специальный дом для одиноких престарелых» комплексных центров социального обслуживания населения Удмуртской Республики</w:t>
            </w:r>
          </w:p>
        </w:tc>
      </w:tr>
    </w:tbl>
    <w:p w:rsidR="00A65E83" w:rsidRPr="00DD56D4" w:rsidRDefault="00A65E83" w:rsidP="00E03298">
      <w:pPr>
        <w:jc w:val="center"/>
        <w:rPr>
          <w:rFonts w:ascii="Times New Roman" w:hAnsi="Times New Roman"/>
        </w:rPr>
      </w:pPr>
    </w:p>
    <w:p w:rsidR="002F7600" w:rsidRPr="008C1D60" w:rsidRDefault="00E03298" w:rsidP="00E03298">
      <w:pPr>
        <w:jc w:val="center"/>
        <w:rPr>
          <w:rFonts w:ascii="Times New Roman" w:hAnsi="Times New Roman"/>
        </w:rPr>
      </w:pPr>
      <w:r w:rsidRPr="00DD56D4">
        <w:rPr>
          <w:rFonts w:ascii="Times New Roman" w:hAnsi="Times New Roman"/>
        </w:rPr>
        <w:t>_________».</w:t>
      </w:r>
    </w:p>
    <w:sectPr w:rsidR="002F7600" w:rsidRPr="008C1D60" w:rsidSect="00EB5561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B30DC"/>
    <w:multiLevelType w:val="hybridMultilevel"/>
    <w:tmpl w:val="3CFE3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4790"/>
    <w:rsid w:val="00091221"/>
    <w:rsid w:val="000C5735"/>
    <w:rsid w:val="00105694"/>
    <w:rsid w:val="00106EC3"/>
    <w:rsid w:val="001769B5"/>
    <w:rsid w:val="001962BE"/>
    <w:rsid w:val="00197BBF"/>
    <w:rsid w:val="001A0E72"/>
    <w:rsid w:val="001C62B9"/>
    <w:rsid w:val="002059D7"/>
    <w:rsid w:val="00205E23"/>
    <w:rsid w:val="002264CF"/>
    <w:rsid w:val="00230A61"/>
    <w:rsid w:val="00252679"/>
    <w:rsid w:val="002619A4"/>
    <w:rsid w:val="002F7600"/>
    <w:rsid w:val="00340A7E"/>
    <w:rsid w:val="003A73B7"/>
    <w:rsid w:val="003C6A73"/>
    <w:rsid w:val="003D26E4"/>
    <w:rsid w:val="003F1C90"/>
    <w:rsid w:val="00401F7B"/>
    <w:rsid w:val="0040235D"/>
    <w:rsid w:val="004347A7"/>
    <w:rsid w:val="00463B99"/>
    <w:rsid w:val="00484235"/>
    <w:rsid w:val="00487583"/>
    <w:rsid w:val="004B14AB"/>
    <w:rsid w:val="004B75EE"/>
    <w:rsid w:val="004C131B"/>
    <w:rsid w:val="004F13D0"/>
    <w:rsid w:val="0050005A"/>
    <w:rsid w:val="00533C36"/>
    <w:rsid w:val="00540C3C"/>
    <w:rsid w:val="005416C9"/>
    <w:rsid w:val="005432F1"/>
    <w:rsid w:val="00554D31"/>
    <w:rsid w:val="00557BD5"/>
    <w:rsid w:val="00566919"/>
    <w:rsid w:val="00570C32"/>
    <w:rsid w:val="005A16FA"/>
    <w:rsid w:val="005C254E"/>
    <w:rsid w:val="006256AB"/>
    <w:rsid w:val="00647674"/>
    <w:rsid w:val="0069339E"/>
    <w:rsid w:val="006A4790"/>
    <w:rsid w:val="006B5D09"/>
    <w:rsid w:val="006C4439"/>
    <w:rsid w:val="006D7FD4"/>
    <w:rsid w:val="00723CD1"/>
    <w:rsid w:val="00772A10"/>
    <w:rsid w:val="0077736F"/>
    <w:rsid w:val="007776CC"/>
    <w:rsid w:val="007F34BD"/>
    <w:rsid w:val="007F706E"/>
    <w:rsid w:val="00810FBE"/>
    <w:rsid w:val="00821F8D"/>
    <w:rsid w:val="00832EA5"/>
    <w:rsid w:val="008357BA"/>
    <w:rsid w:val="008400AF"/>
    <w:rsid w:val="0085724D"/>
    <w:rsid w:val="008737DB"/>
    <w:rsid w:val="0089553A"/>
    <w:rsid w:val="0089795D"/>
    <w:rsid w:val="008C1D60"/>
    <w:rsid w:val="008C7DE2"/>
    <w:rsid w:val="008E1D0F"/>
    <w:rsid w:val="009113CB"/>
    <w:rsid w:val="009243B8"/>
    <w:rsid w:val="009335A4"/>
    <w:rsid w:val="00972FB3"/>
    <w:rsid w:val="009857E9"/>
    <w:rsid w:val="009A373E"/>
    <w:rsid w:val="009B43FC"/>
    <w:rsid w:val="009B6530"/>
    <w:rsid w:val="009F795D"/>
    <w:rsid w:val="00A03587"/>
    <w:rsid w:val="00A06181"/>
    <w:rsid w:val="00A44FC2"/>
    <w:rsid w:val="00A452A5"/>
    <w:rsid w:val="00A600C8"/>
    <w:rsid w:val="00A65E83"/>
    <w:rsid w:val="00A6746A"/>
    <w:rsid w:val="00A759B7"/>
    <w:rsid w:val="00A76581"/>
    <w:rsid w:val="00A8294E"/>
    <w:rsid w:val="00A855A2"/>
    <w:rsid w:val="00A92EDC"/>
    <w:rsid w:val="00B32CF0"/>
    <w:rsid w:val="00B356ED"/>
    <w:rsid w:val="00B76B15"/>
    <w:rsid w:val="00BE6AA8"/>
    <w:rsid w:val="00C23D85"/>
    <w:rsid w:val="00C25440"/>
    <w:rsid w:val="00C30A4F"/>
    <w:rsid w:val="00C30A5F"/>
    <w:rsid w:val="00C3125C"/>
    <w:rsid w:val="00CA580C"/>
    <w:rsid w:val="00CB2DE9"/>
    <w:rsid w:val="00CE65A7"/>
    <w:rsid w:val="00CF06CD"/>
    <w:rsid w:val="00D11DAE"/>
    <w:rsid w:val="00D15874"/>
    <w:rsid w:val="00D3014D"/>
    <w:rsid w:val="00D95F8E"/>
    <w:rsid w:val="00DD56D4"/>
    <w:rsid w:val="00E03298"/>
    <w:rsid w:val="00E337DA"/>
    <w:rsid w:val="00E54D8E"/>
    <w:rsid w:val="00E82994"/>
    <w:rsid w:val="00E941CD"/>
    <w:rsid w:val="00EB5561"/>
    <w:rsid w:val="00EF47F8"/>
    <w:rsid w:val="00F530E9"/>
    <w:rsid w:val="00F61293"/>
    <w:rsid w:val="00F712BA"/>
    <w:rsid w:val="00F75F9B"/>
    <w:rsid w:val="00FF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D90CDF-8424-4516-8A8B-E53578030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79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A47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6A47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basedOn w:val="a0"/>
    <w:link w:val="ConsPlusNormal"/>
    <w:locked/>
    <w:rsid w:val="006A4790"/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4875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77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736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0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16</Pages>
  <Words>3726</Words>
  <Characters>21240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Макарова Елена Аверьяновна</cp:lastModifiedBy>
  <cp:revision>271</cp:revision>
  <cp:lastPrinted>2021-04-27T09:19:00Z</cp:lastPrinted>
  <dcterms:created xsi:type="dcterms:W3CDTF">2020-04-15T04:58:00Z</dcterms:created>
  <dcterms:modified xsi:type="dcterms:W3CDTF">2021-10-22T11:50:00Z</dcterms:modified>
</cp:coreProperties>
</file>